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C9CB3" w14:textId="77777777" w:rsidR="00F422D3" w:rsidRPr="005D6794" w:rsidRDefault="00F422D3" w:rsidP="005D6794">
      <w:pPr>
        <w:pStyle w:val="Titul1"/>
      </w:pPr>
      <w:bookmarkStart w:id="0" w:name="_GoBack"/>
      <w:bookmarkEnd w:id="0"/>
      <w:r w:rsidRPr="005D6794">
        <w:t>S</w:t>
      </w:r>
      <w:r w:rsidR="001906C2">
        <w:t>mlouva o dílo na zhotovení stavby</w:t>
      </w:r>
    </w:p>
    <w:p w14:paraId="6DC47509" w14:textId="77777777" w:rsidR="00D0200C" w:rsidRDefault="00F422D3" w:rsidP="00B42F40">
      <w:pPr>
        <w:pStyle w:val="Titul2"/>
      </w:pPr>
      <w:r>
        <w:t xml:space="preserve">Název zakázky: </w:t>
      </w:r>
    </w:p>
    <w:p w14:paraId="24CADDC5" w14:textId="77777777" w:rsidR="00F422D3" w:rsidRDefault="00F422D3" w:rsidP="00B42F40">
      <w:pPr>
        <w:pStyle w:val="Titul2"/>
      </w:pPr>
      <w:r>
        <w:t>„</w:t>
      </w:r>
      <w:r w:rsidR="00D0200C" w:rsidRPr="0086134C">
        <w:rPr>
          <w:sz w:val="28"/>
          <w:szCs w:val="28"/>
        </w:rPr>
        <w:t>Rekonstrukce mostu v km 41,791 trati Tábor - Písek</w:t>
      </w:r>
      <w:r>
        <w:t>“</w:t>
      </w:r>
    </w:p>
    <w:p w14:paraId="15AAA004" w14:textId="77777777" w:rsidR="00F422D3" w:rsidRPr="00B42F40" w:rsidRDefault="00F422D3" w:rsidP="00B42F40">
      <w:pPr>
        <w:pStyle w:val="Nadpisbezsl1-2"/>
      </w:pPr>
      <w:r w:rsidRPr="00B42F40">
        <w:t>Smluvní strany:</w:t>
      </w:r>
    </w:p>
    <w:p w14:paraId="4DC97DF0"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5F13AC7" w14:textId="77777777" w:rsidR="00F422D3" w:rsidRDefault="00F422D3" w:rsidP="00B42F40">
      <w:pPr>
        <w:pStyle w:val="Textbezodsazen"/>
        <w:spacing w:after="0"/>
      </w:pPr>
      <w:r>
        <w:t xml:space="preserve">se sídlem: Dlážděná 1003/7, 110 00 Praha 1 - Nové Město </w:t>
      </w:r>
    </w:p>
    <w:p w14:paraId="5268AEEC" w14:textId="77777777" w:rsidR="00F422D3" w:rsidRDefault="00F422D3" w:rsidP="00B42F40">
      <w:pPr>
        <w:pStyle w:val="Textbezodsazen"/>
        <w:spacing w:after="0"/>
      </w:pPr>
      <w:r>
        <w:t>IČO: 70994234 DIČ: CZ70994234</w:t>
      </w:r>
    </w:p>
    <w:p w14:paraId="150B6A48" w14:textId="77777777" w:rsidR="00F422D3" w:rsidRDefault="00F422D3" w:rsidP="00B42F40">
      <w:pPr>
        <w:pStyle w:val="Textbezodsazen"/>
        <w:spacing w:after="0"/>
      </w:pPr>
      <w:r>
        <w:t>zapsaná v obchodním rejstříku vedeném Městským soudem v Praze,</w:t>
      </w:r>
    </w:p>
    <w:p w14:paraId="71F8F7C3" w14:textId="77777777" w:rsidR="00F422D3" w:rsidRDefault="00F422D3" w:rsidP="00B42F40">
      <w:pPr>
        <w:pStyle w:val="Textbezodsazen"/>
        <w:spacing w:after="0"/>
      </w:pPr>
      <w:r>
        <w:t>spisová značka A 48384</w:t>
      </w:r>
    </w:p>
    <w:p w14:paraId="7745E919" w14:textId="77777777" w:rsidR="00F422D3" w:rsidRPr="00D0200C" w:rsidRDefault="00F422D3" w:rsidP="00B42F40">
      <w:pPr>
        <w:pStyle w:val="Textbezodsazen"/>
        <w:spacing w:after="0"/>
      </w:pPr>
      <w:r w:rsidRPr="00D0200C">
        <w:t xml:space="preserve">zastoupena: Ing. Mojmírem Nejezchlebem, náměstkem GŘ pro modernizaci dráhy </w:t>
      </w:r>
    </w:p>
    <w:p w14:paraId="500C6EA0" w14:textId="77777777" w:rsidR="00F422D3" w:rsidRDefault="00F422D3" w:rsidP="00B42F40">
      <w:pPr>
        <w:pStyle w:val="Textbezodsazen"/>
      </w:pPr>
      <w:r w:rsidRPr="00D0200C">
        <w:t>na základě Pověření č. 2372 ze dne 26. 2. 2018</w:t>
      </w:r>
    </w:p>
    <w:p w14:paraId="07FCC46C"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070823FA" w14:textId="77777777" w:rsidR="00D0200C" w:rsidRDefault="00D0200C" w:rsidP="00D0200C">
      <w:pPr>
        <w:pStyle w:val="Textbezodsazen"/>
        <w:spacing w:after="0"/>
      </w:pPr>
      <w:r w:rsidRPr="0035389F">
        <w:t xml:space="preserve">Správa železnic, </w:t>
      </w:r>
      <w:r>
        <w:t>státní organizace</w:t>
      </w:r>
    </w:p>
    <w:p w14:paraId="5E58DEE6" w14:textId="77777777" w:rsidR="00D0200C" w:rsidRPr="0086134C" w:rsidRDefault="00D0200C" w:rsidP="00D0200C">
      <w:pPr>
        <w:spacing w:after="120" w:line="264" w:lineRule="auto"/>
        <w:jc w:val="both"/>
        <w:rPr>
          <w:rFonts w:asciiTheme="minorHAnsi" w:hAnsiTheme="minorHAnsi"/>
          <w:sz w:val="18"/>
          <w:szCs w:val="18"/>
        </w:rPr>
      </w:pPr>
      <w:r w:rsidRPr="0086134C">
        <w:rPr>
          <w:rFonts w:asciiTheme="minorHAnsi" w:hAnsiTheme="minorHAnsi"/>
          <w:sz w:val="18"/>
          <w:szCs w:val="18"/>
        </w:rPr>
        <w:t>Stavební správa západ, Sokolovská 1955/278, 190 00 Praha 9</w:t>
      </w:r>
    </w:p>
    <w:p w14:paraId="126BF66C" w14:textId="77777777" w:rsidR="00F422D3" w:rsidRDefault="00D0200C"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2D9510B" w14:textId="77777777" w:rsidR="00F422D3" w:rsidRDefault="00F422D3" w:rsidP="00B42F40">
      <w:pPr>
        <w:pStyle w:val="Textbezodsazen"/>
        <w:spacing w:after="0"/>
      </w:pPr>
      <w:r>
        <w:t>číslo smlouvy: "[</w:t>
      </w:r>
      <w:r w:rsidRPr="00F422D3">
        <w:rPr>
          <w:highlight w:val="green"/>
        </w:rPr>
        <w:t>VLOŽÍ OBJEDNATEL</w:t>
      </w:r>
      <w:r>
        <w:t xml:space="preserve">]" </w:t>
      </w:r>
    </w:p>
    <w:p w14:paraId="7606FB98" w14:textId="77777777" w:rsidR="00F422D3" w:rsidRDefault="00F422D3" w:rsidP="00B42F40">
      <w:pPr>
        <w:pStyle w:val="Textbezodsazen"/>
      </w:pPr>
      <w:r>
        <w:t xml:space="preserve">ISPROFOND: </w:t>
      </w:r>
      <w:r w:rsidR="00D0200C">
        <w:t>5</w:t>
      </w:r>
      <w:r w:rsidR="00D0200C" w:rsidRPr="00D0200C">
        <w:t>31 352 0012</w:t>
      </w:r>
    </w:p>
    <w:p w14:paraId="04EEE5F1" w14:textId="77777777" w:rsidR="00B42F40" w:rsidRDefault="00B42F40" w:rsidP="00B42F40">
      <w:pPr>
        <w:pStyle w:val="Textbezodsazen"/>
      </w:pPr>
    </w:p>
    <w:p w14:paraId="5BF7FB6E" w14:textId="77777777" w:rsidR="00F422D3" w:rsidRDefault="00F422D3" w:rsidP="00B42F40">
      <w:pPr>
        <w:pStyle w:val="Textbezodsazen"/>
      </w:pPr>
      <w:r w:rsidRPr="00B42F40">
        <w:t>a</w:t>
      </w:r>
    </w:p>
    <w:p w14:paraId="5375A398" w14:textId="77777777" w:rsidR="00CC6517" w:rsidRPr="00B42F40" w:rsidRDefault="00CC6517" w:rsidP="00B42F40">
      <w:pPr>
        <w:pStyle w:val="Textbezodsazen"/>
      </w:pPr>
    </w:p>
    <w:p w14:paraId="6311E8F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242BE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3B4BEF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80DF9B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B31DD5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3050FB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439F4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E6A304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CA2C2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90D3F71" w14:textId="77777777" w:rsidR="00F422D3" w:rsidRPr="00B42F40" w:rsidRDefault="00F422D3" w:rsidP="00B42F40">
      <w:pPr>
        <w:pStyle w:val="Textbezodsazen"/>
      </w:pPr>
      <w:r w:rsidRPr="00B42F40">
        <w:t>(dále jen „</w:t>
      </w:r>
      <w:r w:rsidRPr="00B42F40">
        <w:rPr>
          <w:rStyle w:val="Tun"/>
        </w:rPr>
        <w:t>Zhotovitel</w:t>
      </w:r>
      <w:r w:rsidRPr="00B42F40">
        <w:t>“)</w:t>
      </w:r>
    </w:p>
    <w:p w14:paraId="0C47B96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69F844C"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0A32B15" w14:textId="77777777" w:rsidR="00B42F40" w:rsidRDefault="00B42F40" w:rsidP="00B42F40">
      <w:pPr>
        <w:pStyle w:val="Textbezodsazen"/>
      </w:pPr>
    </w:p>
    <w:p w14:paraId="2EB88571" w14:textId="77777777" w:rsidR="00B42F40" w:rsidRDefault="00B42F40" w:rsidP="00B42F40">
      <w:pPr>
        <w:pStyle w:val="Textbezodsazen"/>
      </w:pPr>
    </w:p>
    <w:p w14:paraId="77E41E75" w14:textId="77777777" w:rsidR="00B42F40" w:rsidRPr="00B42F40" w:rsidRDefault="00B42F40" w:rsidP="00B42F40">
      <w:pPr>
        <w:pStyle w:val="Textbezodsazen"/>
      </w:pPr>
    </w:p>
    <w:p w14:paraId="0571699D" w14:textId="77777777" w:rsidR="00F422D3" w:rsidRDefault="00F422D3" w:rsidP="00B42F40">
      <w:pPr>
        <w:pStyle w:val="Textbezodsazen"/>
      </w:pPr>
      <w:r w:rsidRPr="00B42F40">
        <w:t>Objednatel si přeje, aby Dílo</w:t>
      </w:r>
      <w:r w:rsidR="00D0200C">
        <w:t xml:space="preserve"> </w:t>
      </w:r>
      <w:r w:rsidR="00D0200C" w:rsidRPr="00D0200C">
        <w:t>„Rekonstrukce mostu v km 41,791 trati Tábor - Písek“</w:t>
      </w:r>
      <w:r w:rsidR="00D0200C">
        <w:t xml:space="preserve"> </w:t>
      </w:r>
      <w:r w:rsidRPr="00B42F40">
        <w:t xml:space="preserve">bylo provedeno Zhotovitelem, přijal Zhotovitelovu Nabídku na provedení a dokončení tohoto Díla a odstranění všech jeho vad, </w:t>
      </w:r>
      <w:r>
        <w:t>a</w:t>
      </w:r>
      <w:r w:rsidR="00E901A3">
        <w:t> </w:t>
      </w:r>
      <w:r>
        <w:t>proto se</w:t>
      </w:r>
    </w:p>
    <w:p w14:paraId="6AED704B"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31F9D94B"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5911E963"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F335E52"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0B64416"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3B5EC0BB" w14:textId="77777777" w:rsidR="00F422D3" w:rsidRPr="00C50C28" w:rsidRDefault="00F422D3" w:rsidP="00EA585B">
      <w:pPr>
        <w:pStyle w:val="slovanseznam2"/>
        <w:rPr>
          <w:sz w:val="18"/>
          <w:szCs w:val="18"/>
        </w:rPr>
      </w:pPr>
      <w:r w:rsidRPr="00C50C28">
        <w:rPr>
          <w:sz w:val="18"/>
          <w:szCs w:val="18"/>
        </w:rPr>
        <w:t>Technická specifikace</w:t>
      </w:r>
    </w:p>
    <w:p w14:paraId="3D149D60" w14:textId="77777777" w:rsidR="00F422D3" w:rsidRPr="00C50C28" w:rsidRDefault="00F422D3" w:rsidP="00EA585B">
      <w:pPr>
        <w:pStyle w:val="slovanseznam2"/>
        <w:rPr>
          <w:sz w:val="18"/>
          <w:szCs w:val="18"/>
        </w:rPr>
      </w:pPr>
      <w:r w:rsidRPr="00C50C28">
        <w:rPr>
          <w:sz w:val="18"/>
          <w:szCs w:val="18"/>
        </w:rPr>
        <w:t xml:space="preserve">Výkresy </w:t>
      </w:r>
    </w:p>
    <w:p w14:paraId="5AE644BD" w14:textId="77777777" w:rsidR="00F422D3" w:rsidRPr="00C50C28" w:rsidRDefault="00F422D3" w:rsidP="00EA585B">
      <w:pPr>
        <w:pStyle w:val="slovanseznam2"/>
        <w:rPr>
          <w:sz w:val="18"/>
          <w:szCs w:val="18"/>
        </w:rPr>
      </w:pPr>
      <w:r w:rsidRPr="00C50C28">
        <w:rPr>
          <w:sz w:val="18"/>
          <w:szCs w:val="18"/>
        </w:rPr>
        <w:t xml:space="preserve">Formuláře:  </w:t>
      </w:r>
    </w:p>
    <w:p w14:paraId="4EE7F0D5" w14:textId="77777777" w:rsidR="00F422D3" w:rsidRPr="00D0200C" w:rsidRDefault="00F422D3" w:rsidP="00600ECE">
      <w:pPr>
        <w:pStyle w:val="slovanseznam3"/>
        <w:rPr>
          <w:sz w:val="18"/>
          <w:szCs w:val="18"/>
        </w:rPr>
      </w:pPr>
      <w:r w:rsidRPr="00D0200C">
        <w:rPr>
          <w:sz w:val="18"/>
          <w:szCs w:val="18"/>
        </w:rPr>
        <w:t>Soupis prací,</w:t>
      </w:r>
    </w:p>
    <w:p w14:paraId="330F03FB" w14:textId="77777777" w:rsidR="00F422D3" w:rsidRPr="00D0200C" w:rsidRDefault="00D0200C" w:rsidP="00600ECE">
      <w:pPr>
        <w:pStyle w:val="slovanseznam3"/>
        <w:rPr>
          <w:sz w:val="18"/>
          <w:szCs w:val="18"/>
        </w:rPr>
      </w:pPr>
      <w:r w:rsidRPr="00D0200C">
        <w:rPr>
          <w:sz w:val="18"/>
          <w:szCs w:val="18"/>
        </w:rPr>
        <w:t>Posuzovací protokol.</w:t>
      </w:r>
    </w:p>
    <w:p w14:paraId="62187D89"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094EA4D"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BED7DA3"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70F9C51B"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390B966B" w14:textId="77777777" w:rsidR="00F422D3" w:rsidRPr="00C50C28" w:rsidRDefault="00F422D3" w:rsidP="002E4514">
      <w:pPr>
        <w:pStyle w:val="slovanseznam2"/>
        <w:rPr>
          <w:sz w:val="18"/>
          <w:szCs w:val="18"/>
        </w:rPr>
      </w:pPr>
      <w:r w:rsidRPr="00C50C28">
        <w:rPr>
          <w:sz w:val="18"/>
          <w:szCs w:val="18"/>
        </w:rPr>
        <w:t>Faktura,</w:t>
      </w:r>
    </w:p>
    <w:p w14:paraId="0C965939" w14:textId="77777777" w:rsidR="00F422D3" w:rsidRPr="00C50C28" w:rsidRDefault="00F422D3" w:rsidP="002E4514">
      <w:pPr>
        <w:pStyle w:val="slovanseznam2"/>
        <w:rPr>
          <w:sz w:val="18"/>
          <w:szCs w:val="18"/>
        </w:rPr>
      </w:pPr>
      <w:r w:rsidRPr="00C50C28">
        <w:rPr>
          <w:sz w:val="18"/>
          <w:szCs w:val="18"/>
        </w:rPr>
        <w:t>souhrn fakturace,</w:t>
      </w:r>
    </w:p>
    <w:p w14:paraId="7EE984B8" w14:textId="77777777" w:rsidR="00F422D3" w:rsidRPr="00C50C28" w:rsidRDefault="00F422D3" w:rsidP="002E4514">
      <w:pPr>
        <w:pStyle w:val="slovanseznam2"/>
        <w:rPr>
          <w:sz w:val="18"/>
          <w:szCs w:val="18"/>
        </w:rPr>
      </w:pPr>
      <w:r w:rsidRPr="00C50C28">
        <w:rPr>
          <w:sz w:val="18"/>
          <w:szCs w:val="18"/>
        </w:rPr>
        <w:t>soupis zjišťovacích protokolů,</w:t>
      </w:r>
    </w:p>
    <w:p w14:paraId="5F957CB4" w14:textId="77777777" w:rsidR="00F422D3" w:rsidRPr="00C50C28" w:rsidRDefault="00C74A2E" w:rsidP="002E4514">
      <w:pPr>
        <w:pStyle w:val="slovanseznam2"/>
        <w:rPr>
          <w:sz w:val="18"/>
          <w:szCs w:val="18"/>
        </w:rPr>
      </w:pPr>
      <w:r w:rsidRPr="00C50C28">
        <w:rPr>
          <w:sz w:val="18"/>
          <w:szCs w:val="18"/>
        </w:rPr>
        <w:t>zjišťovací protokoly,</w:t>
      </w:r>
    </w:p>
    <w:p w14:paraId="04DDFAF5" w14:textId="77777777" w:rsidR="00D453DF" w:rsidRPr="00C50C28" w:rsidRDefault="00D453DF" w:rsidP="00D453DF">
      <w:pPr>
        <w:pStyle w:val="slovanseznam"/>
        <w:numPr>
          <w:ilvl w:val="0"/>
          <w:numId w:val="0"/>
        </w:numPr>
        <w:rPr>
          <w:i/>
          <w:color w:val="00B050"/>
          <w:sz w:val="18"/>
          <w:szCs w:val="18"/>
        </w:rPr>
      </w:pPr>
    </w:p>
    <w:p w14:paraId="52F13C41" w14:textId="77777777" w:rsidR="00F422D3" w:rsidRPr="00C50C28" w:rsidRDefault="00F422D3" w:rsidP="00EA585B">
      <w:pPr>
        <w:pStyle w:val="slovanseznam"/>
        <w:rPr>
          <w:sz w:val="18"/>
          <w:szCs w:val="18"/>
        </w:rPr>
      </w:pPr>
      <w:r w:rsidRPr="00C50C28">
        <w:rPr>
          <w:sz w:val="18"/>
          <w:szCs w:val="18"/>
        </w:rPr>
        <w:t>Rekapitulace ceny je uvedena v příloze č. 1 této Smlouvy o dílo.</w:t>
      </w:r>
    </w:p>
    <w:p w14:paraId="0BA16CBF"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4AD59AC7"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7F9F9164" w14:textId="77777777" w:rsidR="00F422D3" w:rsidRPr="00C50C28" w:rsidRDefault="00F422D3" w:rsidP="00EA585B">
      <w:pPr>
        <w:pStyle w:val="slovanseznam"/>
        <w:rPr>
          <w:sz w:val="18"/>
          <w:szCs w:val="18"/>
        </w:rPr>
      </w:pPr>
      <w:r w:rsidRPr="00C50C28">
        <w:rPr>
          <w:sz w:val="18"/>
          <w:szCs w:val="18"/>
        </w:rP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w:t>
      </w:r>
      <w:r w:rsidRPr="00C50C28">
        <w:rPr>
          <w:sz w:val="18"/>
          <w:szCs w:val="18"/>
        </w:rPr>
        <w:lastRenderedPageBreak/>
        <w:t>použije pro svou ekonomickou činnost, a je tedy osobou povinnou přiznat a zaplatit DPH dle § 92 odst. 1 zákona o DPH.</w:t>
      </w:r>
    </w:p>
    <w:p w14:paraId="2799A603" w14:textId="77777777"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C827E28"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452E9FCB" w14:textId="77777777" w:rsidR="00D0200C" w:rsidRPr="0086134C" w:rsidRDefault="00D0200C" w:rsidP="00D0200C">
      <w:pPr>
        <w:pStyle w:val="slovanseznam"/>
        <w:rPr>
          <w:sz w:val="18"/>
          <w:szCs w:val="18"/>
        </w:rPr>
      </w:pPr>
      <w:r w:rsidRPr="0086134C">
        <w:rPr>
          <w:sz w:val="18"/>
          <w:szCs w:val="18"/>
        </w:rPr>
        <w:t>NEOBSAZENO</w:t>
      </w:r>
    </w:p>
    <w:p w14:paraId="28B511BA"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575E463"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6C77F4F" w14:textId="77777777" w:rsidR="00F422D3" w:rsidRPr="00C50C28" w:rsidRDefault="00F422D3" w:rsidP="00EA585B">
      <w:pPr>
        <w:pStyle w:val="slovanseznam"/>
        <w:rPr>
          <w:sz w:val="18"/>
          <w:szCs w:val="18"/>
        </w:rPr>
      </w:pPr>
      <w:r w:rsidRPr="00C50C28">
        <w:rPr>
          <w:sz w:val="18"/>
          <w:szCs w:val="18"/>
        </w:rPr>
        <w:t>Objednatel si vyhrazuje:</w:t>
      </w:r>
    </w:p>
    <w:p w14:paraId="48FB4E2D" w14:textId="77777777" w:rsidR="00F422D3" w:rsidRPr="00CA2140" w:rsidRDefault="00F422D3" w:rsidP="003271F5">
      <w:pPr>
        <w:pStyle w:val="slovanseznam2"/>
        <w:numPr>
          <w:ilvl w:val="1"/>
          <w:numId w:val="49"/>
        </w:numPr>
        <w:tabs>
          <w:tab w:val="clear" w:pos="1277"/>
          <w:tab w:val="num" w:pos="1134"/>
        </w:tabs>
        <w:ind w:hanging="710"/>
        <w:rPr>
          <w:sz w:val="18"/>
          <w:szCs w:val="18"/>
        </w:rPr>
      </w:pPr>
      <w:r w:rsidRPr="00CA2140">
        <w:rPr>
          <w:sz w:val="18"/>
          <w:szCs w:val="18"/>
        </w:rPr>
        <w:t>požadavek, že níže uvedené významné činnosti při plnění veřejné zakázky musí být plněny přímo Zhotovitelem jeho vlastními prostředky:</w:t>
      </w:r>
    </w:p>
    <w:p w14:paraId="6BF2F275" w14:textId="77777777" w:rsidR="00D0200C" w:rsidRDefault="00D0200C" w:rsidP="00D0200C">
      <w:pPr>
        <w:pStyle w:val="slovanseznam2"/>
        <w:numPr>
          <w:ilvl w:val="0"/>
          <w:numId w:val="0"/>
        </w:numPr>
        <w:ind w:left="1134"/>
        <w:rPr>
          <w:sz w:val="18"/>
          <w:szCs w:val="18"/>
        </w:rPr>
      </w:pPr>
      <w:r w:rsidRPr="00D0200C">
        <w:rPr>
          <w:sz w:val="18"/>
          <w:szCs w:val="18"/>
        </w:rPr>
        <w:t>SO 20-01 Železniční most přes VD Orlík</w:t>
      </w:r>
    </w:p>
    <w:p w14:paraId="624C51BC" w14:textId="77777777" w:rsidR="00D0200C" w:rsidRDefault="00D0200C" w:rsidP="00D0200C">
      <w:pPr>
        <w:pStyle w:val="slovanseznam2"/>
        <w:numPr>
          <w:ilvl w:val="0"/>
          <w:numId w:val="0"/>
        </w:numPr>
        <w:ind w:left="1134"/>
        <w:rPr>
          <w:sz w:val="18"/>
          <w:szCs w:val="18"/>
        </w:rPr>
      </w:pPr>
      <w:r w:rsidRPr="00D0200C">
        <w:rPr>
          <w:sz w:val="18"/>
          <w:szCs w:val="18"/>
        </w:rPr>
        <w:t>-</w:t>
      </w:r>
      <w:r w:rsidRPr="00D0200C">
        <w:rPr>
          <w:sz w:val="18"/>
          <w:szCs w:val="18"/>
        </w:rPr>
        <w:tab/>
      </w:r>
      <w:r>
        <w:rPr>
          <w:sz w:val="18"/>
          <w:szCs w:val="18"/>
        </w:rPr>
        <w:t>m</w:t>
      </w:r>
      <w:r w:rsidRPr="00D0200C">
        <w:rPr>
          <w:sz w:val="18"/>
          <w:szCs w:val="18"/>
        </w:rPr>
        <w:t>ontáž bednění, montáž výztuže, betonáž, technologie výstavby oblouku</w:t>
      </w:r>
      <w:r>
        <w:rPr>
          <w:sz w:val="18"/>
          <w:szCs w:val="18"/>
        </w:rPr>
        <w:t>.</w:t>
      </w:r>
    </w:p>
    <w:p w14:paraId="24E89468" w14:textId="7777777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Pr="003271F5">
        <w:rPr>
          <w:sz w:val="18"/>
          <w:szCs w:val="18"/>
        </w:rPr>
        <w:t>15.</w:t>
      </w:r>
      <w:r w:rsidR="00CA2140" w:rsidRPr="003271F5">
        <w:rPr>
          <w:sz w:val="18"/>
          <w:szCs w:val="18"/>
        </w:rPr>
        <w:t>1</w:t>
      </w:r>
      <w:r w:rsidRPr="003271F5">
        <w:rPr>
          <w:sz w:val="18"/>
          <w:szCs w:val="18"/>
        </w:rPr>
        <w:t xml:space="preserve"> 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09921DF8" w14:textId="77777777" w:rsidR="00D0200C" w:rsidRPr="00D0200C" w:rsidRDefault="00D0200C" w:rsidP="00D0200C">
      <w:pPr>
        <w:pStyle w:val="slovanseznam2"/>
        <w:rPr>
          <w:sz w:val="18"/>
          <w:szCs w:val="18"/>
        </w:rPr>
      </w:pPr>
      <w:r w:rsidRPr="00D0200C">
        <w:rPr>
          <w:sz w:val="18"/>
          <w:szCs w:val="18"/>
        </w:rPr>
        <w:t>NEOBSAZENO</w:t>
      </w:r>
    </w:p>
    <w:p w14:paraId="459471CF" w14:textId="77777777" w:rsidR="00F422D3" w:rsidRPr="00C50C28" w:rsidRDefault="00F422D3" w:rsidP="00EA585B">
      <w:pPr>
        <w:pStyle w:val="slovanseznam2"/>
        <w:rPr>
          <w:sz w:val="18"/>
          <w:szCs w:val="18"/>
        </w:rPr>
      </w:pPr>
      <w:r w:rsidRPr="003271F5">
        <w:rPr>
          <w:sz w:val="18"/>
          <w:szCs w:val="18"/>
        </w:rPr>
        <w:t xml:space="preserve">změnu </w:t>
      </w:r>
      <w:r w:rsidR="002E4514" w:rsidRPr="003271F5">
        <w:rPr>
          <w:sz w:val="18"/>
          <w:szCs w:val="18"/>
        </w:rPr>
        <w:t>z</w:t>
      </w:r>
      <w:r w:rsidRPr="003271F5">
        <w:rPr>
          <w:sz w:val="18"/>
          <w:szCs w:val="18"/>
        </w:rPr>
        <w:t>hotovitele v souladu s § 100, odst.</w:t>
      </w:r>
      <w:r w:rsidR="002E4514" w:rsidRPr="003271F5">
        <w:rPr>
          <w:sz w:val="18"/>
          <w:szCs w:val="18"/>
        </w:rPr>
        <w:t> </w:t>
      </w:r>
      <w:r w:rsidRPr="003271F5">
        <w:rPr>
          <w:sz w:val="18"/>
          <w:szCs w:val="18"/>
        </w:rPr>
        <w:t xml:space="preserve">2 </w:t>
      </w:r>
      <w:r w:rsidR="00CA2140" w:rsidRPr="003271F5">
        <w:rPr>
          <w:sz w:val="18"/>
          <w:szCs w:val="18"/>
        </w:rPr>
        <w:t xml:space="preserve">zákona č. 134/2016 Sb., o zadávání veřejných zakázek (jinde ve Smlouvě též ZZVZ) </w:t>
      </w:r>
      <w:r w:rsidRPr="003271F5">
        <w:rPr>
          <w:sz w:val="18"/>
          <w:szCs w:val="18"/>
        </w:rPr>
        <w:t xml:space="preserve">v průběhu plnění veřejné zakázky, dojde-li k předčasnému ukončení Smlouvy ze strany Zhotovitele nebo k předčasnému ukončení Smlouvy ze strany </w:t>
      </w:r>
      <w:r w:rsidRPr="00C50C28">
        <w:rPr>
          <w:sz w:val="18"/>
          <w:szCs w:val="18"/>
        </w:rPr>
        <w:t>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6ADEED4F"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0542EB1C" w14:textId="77777777" w:rsidR="00CA2140" w:rsidRPr="003271F5" w:rsidRDefault="00CA2140" w:rsidP="001F2502">
      <w:pPr>
        <w:pStyle w:val="slovanseznam2"/>
        <w:rPr>
          <w:sz w:val="18"/>
          <w:szCs w:val="18"/>
        </w:rPr>
      </w:pPr>
      <w:r w:rsidRPr="003271F5">
        <w:rPr>
          <w:sz w:val="18"/>
          <w:szCs w:val="18"/>
        </w:rPr>
        <w:lastRenderedPageBreak/>
        <w:t>změna závazku v souladu s § 100 odst.1 ZZVZ ve věci měření množství každé původní měřitelné položky s jednotkovou cenou ve výkazu výměr dle čl. 12 Smluvních podmínek.</w:t>
      </w:r>
    </w:p>
    <w:p w14:paraId="73424AF0"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14:paraId="5141DB1D" w14:textId="77777777" w:rsidR="00661A98" w:rsidRPr="003271F5" w:rsidRDefault="00661A98" w:rsidP="00661A98">
      <w:pPr>
        <w:pStyle w:val="slovanseznam"/>
        <w:rPr>
          <w:strike/>
          <w:sz w:val="18"/>
          <w:szCs w:val="18"/>
        </w:rPr>
      </w:pPr>
      <w:r w:rsidRPr="003271F5">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67FC02C" w14:textId="77777777" w:rsidR="00661A98" w:rsidRPr="003271F5" w:rsidRDefault="00661A98" w:rsidP="00661A98">
      <w:pPr>
        <w:pStyle w:val="slovanseznam"/>
        <w:numPr>
          <w:ilvl w:val="0"/>
          <w:numId w:val="0"/>
        </w:numPr>
        <w:ind w:left="927"/>
        <w:rPr>
          <w:sz w:val="18"/>
          <w:szCs w:val="18"/>
        </w:rPr>
      </w:pPr>
      <w:r w:rsidRPr="003271F5">
        <w:rPr>
          <w:sz w:val="18"/>
          <w:szCs w:val="18"/>
        </w:rPr>
        <w:t xml:space="preserve">a) hodnota provedených prací Zhotovitelem, včetně hodnoty vyhrazeného plnění, v případě dvou a více společníků specifikovaná v Kč dle jednotlivých společníků, </w:t>
      </w:r>
    </w:p>
    <w:p w14:paraId="4DFC539E" w14:textId="77777777" w:rsidR="00661A98" w:rsidRPr="003271F5" w:rsidRDefault="00661A98" w:rsidP="00661A98">
      <w:pPr>
        <w:pStyle w:val="slovanseznam"/>
        <w:numPr>
          <w:ilvl w:val="0"/>
          <w:numId w:val="0"/>
        </w:numPr>
        <w:ind w:left="927"/>
        <w:rPr>
          <w:sz w:val="18"/>
          <w:szCs w:val="18"/>
        </w:rPr>
      </w:pPr>
      <w:r w:rsidRPr="003271F5">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420A2FF" w14:textId="77777777" w:rsidR="00661A98" w:rsidRPr="003271F5" w:rsidRDefault="00661A98" w:rsidP="00661A98">
      <w:pPr>
        <w:pStyle w:val="slovanseznam"/>
        <w:numPr>
          <w:ilvl w:val="0"/>
          <w:numId w:val="0"/>
        </w:numPr>
        <w:ind w:left="567"/>
        <w:rPr>
          <w:sz w:val="18"/>
          <w:szCs w:val="18"/>
        </w:rPr>
      </w:pPr>
      <w:r w:rsidRPr="003271F5">
        <w:rPr>
          <w:sz w:val="18"/>
          <w:szCs w:val="18"/>
        </w:rPr>
        <w:t>Součet hodnot dle výše uvedeného písm.a) a písm.b) se musí rovnat 100% hodnotě veškerých prací provedených v souladu se Smlouvou.</w:t>
      </w:r>
    </w:p>
    <w:p w14:paraId="5319FF3B" w14:textId="77777777" w:rsidR="00661A98" w:rsidRPr="003271F5" w:rsidRDefault="00661A98" w:rsidP="00661A98">
      <w:pPr>
        <w:pStyle w:val="slovanseznam"/>
        <w:numPr>
          <w:ilvl w:val="0"/>
          <w:numId w:val="0"/>
        </w:numPr>
        <w:ind w:left="567"/>
        <w:rPr>
          <w:sz w:val="18"/>
          <w:szCs w:val="18"/>
        </w:rPr>
      </w:pPr>
      <w:r w:rsidRPr="003271F5">
        <w:rPr>
          <w:sz w:val="18"/>
          <w:szCs w:val="18"/>
        </w:rPr>
        <w:t>Požadované údaje, předložené formou čestného prohlášení podepsaného Zhotovitelem, jsou nezbytné pro vydání Osvědčení o řádném plnění veřejné zakázky uvedeného v příloze č.11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FEE826" w14:textId="77777777"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0E1CDB84"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41E050A"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0EB3F8F3"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29622B1D"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361CD126"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0A9081F0"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4D59393" w14:textId="77777777" w:rsidR="00F422D3" w:rsidRPr="00D0200C" w:rsidRDefault="00F422D3" w:rsidP="002E4514">
      <w:pPr>
        <w:pStyle w:val="slovanseznam"/>
        <w:numPr>
          <w:ilvl w:val="0"/>
          <w:numId w:val="0"/>
        </w:numPr>
        <w:tabs>
          <w:tab w:val="left" w:pos="2127"/>
        </w:tabs>
        <w:ind w:left="2127" w:hanging="1560"/>
        <w:rPr>
          <w:sz w:val="18"/>
          <w:szCs w:val="18"/>
        </w:rPr>
      </w:pPr>
      <w:r w:rsidRPr="00D0200C">
        <w:rPr>
          <w:sz w:val="18"/>
          <w:szCs w:val="18"/>
        </w:rPr>
        <w:t>Příloha č. 5</w:t>
      </w:r>
      <w:r w:rsidRPr="00D0200C">
        <w:rPr>
          <w:sz w:val="18"/>
          <w:szCs w:val="18"/>
        </w:rPr>
        <w:tab/>
        <w:t>Smlouva o zpracování osobních údajů</w:t>
      </w:r>
    </w:p>
    <w:p w14:paraId="708B61DD" w14:textId="77777777" w:rsidR="00F465D8" w:rsidRPr="00D0200C" w:rsidRDefault="00F465D8" w:rsidP="002E4514">
      <w:pPr>
        <w:pStyle w:val="slovanseznam"/>
        <w:numPr>
          <w:ilvl w:val="0"/>
          <w:numId w:val="0"/>
        </w:numPr>
        <w:tabs>
          <w:tab w:val="left" w:pos="2127"/>
        </w:tabs>
        <w:ind w:left="2127" w:hanging="1560"/>
        <w:rPr>
          <w:sz w:val="18"/>
          <w:szCs w:val="18"/>
        </w:rPr>
      </w:pPr>
      <w:r w:rsidRPr="00D0200C">
        <w:rPr>
          <w:sz w:val="18"/>
          <w:szCs w:val="18"/>
        </w:rPr>
        <w:t xml:space="preserve">Příloha č. 6   </w:t>
      </w:r>
      <w:r w:rsidRPr="00D0200C">
        <w:rPr>
          <w:sz w:val="18"/>
          <w:szCs w:val="18"/>
        </w:rPr>
        <w:tab/>
        <w:t xml:space="preserve">Příloha k nabídce (pořadí závaznosti </w:t>
      </w:r>
      <w:r w:rsidR="009310F3" w:rsidRPr="00D0200C">
        <w:rPr>
          <w:sz w:val="18"/>
          <w:szCs w:val="18"/>
        </w:rPr>
        <w:t xml:space="preserve">zůstává </w:t>
      </w:r>
      <w:r w:rsidRPr="00D0200C">
        <w:rPr>
          <w:sz w:val="18"/>
          <w:szCs w:val="18"/>
        </w:rPr>
        <w:t>zachováno dle Pod-článku 1.5 Smluvních podmínek)</w:t>
      </w:r>
    </w:p>
    <w:p w14:paraId="2E3657F8" w14:textId="77777777" w:rsidR="00F465D8" w:rsidRPr="00C50C28" w:rsidRDefault="00F465D8" w:rsidP="002E4514">
      <w:pPr>
        <w:pStyle w:val="slovanseznam"/>
        <w:numPr>
          <w:ilvl w:val="0"/>
          <w:numId w:val="0"/>
        </w:numPr>
        <w:tabs>
          <w:tab w:val="left" w:pos="2127"/>
        </w:tabs>
        <w:ind w:left="2127" w:hanging="1560"/>
        <w:rPr>
          <w:color w:val="00B050"/>
          <w:sz w:val="18"/>
          <w:szCs w:val="18"/>
        </w:rPr>
      </w:pPr>
      <w:r w:rsidRPr="00D0200C">
        <w:rPr>
          <w:sz w:val="18"/>
          <w:szCs w:val="18"/>
        </w:rPr>
        <w:t>Příloha č. 7</w:t>
      </w:r>
      <w:r w:rsidRPr="00D0200C">
        <w:rPr>
          <w:sz w:val="18"/>
          <w:szCs w:val="18"/>
        </w:rPr>
        <w:tab/>
      </w:r>
      <w:r w:rsidR="00D0200C" w:rsidRPr="00D0200C">
        <w:rPr>
          <w:sz w:val="18"/>
          <w:szCs w:val="18"/>
        </w:rPr>
        <w:t>NEOBSAZENO</w:t>
      </w:r>
    </w:p>
    <w:p w14:paraId="75D98228" w14:textId="77777777" w:rsidR="00F422D3" w:rsidRDefault="00F422D3" w:rsidP="002E4514">
      <w:pPr>
        <w:pStyle w:val="slovanseznam"/>
        <w:numPr>
          <w:ilvl w:val="0"/>
          <w:numId w:val="0"/>
        </w:numPr>
        <w:tabs>
          <w:tab w:val="left" w:pos="2127"/>
        </w:tabs>
        <w:ind w:left="2127" w:hanging="1560"/>
        <w:rPr>
          <w:i/>
          <w:sz w:val="18"/>
          <w:szCs w:val="18"/>
        </w:rPr>
      </w:pPr>
      <w:r w:rsidRPr="00C50C28">
        <w:rPr>
          <w:sz w:val="18"/>
          <w:szCs w:val="18"/>
        </w:rPr>
        <w:t>Příloha č</w:t>
      </w:r>
      <w:r w:rsidR="00F465D8" w:rsidRPr="00C50C28">
        <w:rPr>
          <w:sz w:val="18"/>
          <w:szCs w:val="18"/>
        </w:rPr>
        <w:t xml:space="preserve"> </w:t>
      </w:r>
      <w:r w:rsidRPr="00C50C28">
        <w:rPr>
          <w:sz w:val="18"/>
          <w:szCs w:val="18"/>
        </w:rPr>
        <w:t>.</w:t>
      </w:r>
      <w:r w:rsidR="00F465D8" w:rsidRPr="00C50C28">
        <w:rPr>
          <w:sz w:val="18"/>
          <w:szCs w:val="18"/>
        </w:rPr>
        <w:t>8</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14:paraId="34633A29" w14:textId="77777777" w:rsidR="00661A98" w:rsidRDefault="00661A98" w:rsidP="002E4514">
      <w:pPr>
        <w:pStyle w:val="slovanseznam"/>
        <w:numPr>
          <w:ilvl w:val="0"/>
          <w:numId w:val="0"/>
        </w:numPr>
        <w:tabs>
          <w:tab w:val="left" w:pos="2127"/>
        </w:tabs>
        <w:ind w:left="2127" w:hanging="1560"/>
        <w:rPr>
          <w:sz w:val="18"/>
          <w:szCs w:val="18"/>
        </w:rPr>
      </w:pPr>
      <w:r>
        <w:rPr>
          <w:sz w:val="18"/>
          <w:szCs w:val="18"/>
        </w:rPr>
        <w:t>Příloha č.9         NEOBSAZENO</w:t>
      </w:r>
    </w:p>
    <w:p w14:paraId="5DBAF3A9" w14:textId="77777777" w:rsidR="00661A98" w:rsidRDefault="00661A98" w:rsidP="002E4514">
      <w:pPr>
        <w:pStyle w:val="slovanseznam"/>
        <w:numPr>
          <w:ilvl w:val="0"/>
          <w:numId w:val="0"/>
        </w:numPr>
        <w:tabs>
          <w:tab w:val="left" w:pos="2127"/>
        </w:tabs>
        <w:ind w:left="2127" w:hanging="1560"/>
        <w:rPr>
          <w:sz w:val="18"/>
          <w:szCs w:val="18"/>
        </w:rPr>
      </w:pPr>
      <w:r>
        <w:rPr>
          <w:sz w:val="18"/>
          <w:szCs w:val="18"/>
        </w:rPr>
        <w:t>Příloha č.10       NEOBSAZENO</w:t>
      </w:r>
    </w:p>
    <w:p w14:paraId="68228025" w14:textId="77777777" w:rsidR="00661A98" w:rsidRPr="00C50C28" w:rsidRDefault="00661A98" w:rsidP="002E4514">
      <w:pPr>
        <w:pStyle w:val="slovanseznam"/>
        <w:numPr>
          <w:ilvl w:val="0"/>
          <w:numId w:val="0"/>
        </w:numPr>
        <w:tabs>
          <w:tab w:val="left" w:pos="2127"/>
        </w:tabs>
        <w:ind w:left="2127" w:hanging="1560"/>
        <w:rPr>
          <w:sz w:val="18"/>
          <w:szCs w:val="18"/>
        </w:rPr>
      </w:pPr>
      <w:r>
        <w:rPr>
          <w:sz w:val="18"/>
          <w:szCs w:val="18"/>
        </w:rPr>
        <w:t>Příloha č.11       Osvědčení</w:t>
      </w:r>
    </w:p>
    <w:p w14:paraId="0E9AFEE9" w14:textId="77777777" w:rsidR="00F422D3" w:rsidRPr="00C50C28" w:rsidRDefault="00F422D3" w:rsidP="002E4514">
      <w:pPr>
        <w:pStyle w:val="slovanseznam"/>
        <w:numPr>
          <w:ilvl w:val="0"/>
          <w:numId w:val="0"/>
        </w:numPr>
        <w:rPr>
          <w:sz w:val="18"/>
          <w:szCs w:val="18"/>
        </w:rPr>
      </w:pPr>
    </w:p>
    <w:p w14:paraId="6B31E099"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3823102" w14:textId="77777777" w:rsidR="00F422D3" w:rsidRPr="00C50C28" w:rsidRDefault="00F422D3" w:rsidP="009F0867">
      <w:pPr>
        <w:pStyle w:val="Textbezodsazen"/>
      </w:pPr>
    </w:p>
    <w:p w14:paraId="649F1B6D" w14:textId="77777777" w:rsidR="00F422D3" w:rsidRPr="00C50C28" w:rsidRDefault="00F422D3" w:rsidP="009F0867">
      <w:pPr>
        <w:pStyle w:val="Textbezodsazen"/>
      </w:pPr>
    </w:p>
    <w:p w14:paraId="46EC0E9F" w14:textId="77777777" w:rsidR="00F422D3" w:rsidRPr="00C50C28" w:rsidRDefault="00F422D3" w:rsidP="009F0867">
      <w:pPr>
        <w:pStyle w:val="Textbezodsazen"/>
      </w:pPr>
    </w:p>
    <w:p w14:paraId="68F9C46C" w14:textId="77777777" w:rsidR="00F422D3" w:rsidRPr="00C50C28" w:rsidRDefault="00F422D3" w:rsidP="009F0867">
      <w:pPr>
        <w:pStyle w:val="Textbezodsazen"/>
      </w:pPr>
    </w:p>
    <w:p w14:paraId="50F15B32"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56445F96" w14:textId="77777777" w:rsidR="00F422D3" w:rsidRPr="00C50C28" w:rsidRDefault="00F422D3" w:rsidP="009F0867">
      <w:pPr>
        <w:pStyle w:val="Textbezodsazen"/>
      </w:pPr>
    </w:p>
    <w:p w14:paraId="1813CFD7" w14:textId="77777777" w:rsidR="00F422D3" w:rsidRPr="00C50C28" w:rsidRDefault="00F422D3" w:rsidP="009F0867">
      <w:pPr>
        <w:pStyle w:val="Textbezodsazen"/>
      </w:pPr>
    </w:p>
    <w:p w14:paraId="4B19367C"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214C028C"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7C0A83FB"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A762D32" w14:textId="77777777" w:rsidR="00CB4F6D" w:rsidRDefault="00CB4F6D" w:rsidP="00F762A8">
      <w:pPr>
        <w:pStyle w:val="Nadpisbezsl1-1"/>
      </w:pPr>
      <w:r>
        <w:lastRenderedPageBreak/>
        <w:t>Příloha č. 1</w:t>
      </w:r>
    </w:p>
    <w:p w14:paraId="62B09820" w14:textId="77777777" w:rsidR="00CB4F6D" w:rsidRPr="00F762A8" w:rsidRDefault="00CB4F6D" w:rsidP="00F762A8">
      <w:pPr>
        <w:pStyle w:val="Nadpisbezsl1-2"/>
      </w:pPr>
      <w:r w:rsidRPr="00F762A8">
        <w:t xml:space="preserve">Rekapitulace ceny dle Dopisu nabídky </w:t>
      </w:r>
    </w:p>
    <w:p w14:paraId="2BC8EFF9" w14:textId="77777777" w:rsidR="00BE3326" w:rsidRPr="000C2B01" w:rsidRDefault="00BE3326" w:rsidP="00BE3326">
      <w:pPr>
        <w:pStyle w:val="Textbezodsazen"/>
      </w:pPr>
      <w:r w:rsidRPr="006A06B2">
        <w:t xml:space="preserve">Do přílohy smlouvy bude vložena tabulka Rekapitulace ceny dle PS a SO vyexportovaná z předložené nabídky oceněného Soupisu prací z IS ASPE. </w:t>
      </w:r>
      <w:r w:rsidRPr="006A06B2">
        <w:rPr>
          <w:i/>
        </w:rPr>
        <w:t>(TISK -&gt; 3.1 Soupis objektů stavby [Rekapitulace – Ve všech úrovních členění])</w:t>
      </w:r>
    </w:p>
    <w:p w14:paraId="56AAEFF5" w14:textId="77777777" w:rsidR="00B51939" w:rsidRPr="001F518E" w:rsidRDefault="00B51939" w:rsidP="00B51939">
      <w:pPr>
        <w:pStyle w:val="Textbezodsazen"/>
      </w:pPr>
    </w:p>
    <w:p w14:paraId="76C4754C" w14:textId="77777777" w:rsidR="00B51939" w:rsidRDefault="00B51939" w:rsidP="00B51939">
      <w:pPr>
        <w:pStyle w:val="Textbezodsazen"/>
      </w:pPr>
    </w:p>
    <w:p w14:paraId="69D4E901" w14:textId="77777777" w:rsidR="00B51939" w:rsidRPr="00A0271B" w:rsidRDefault="00B51939" w:rsidP="00747C0A">
      <w:pPr>
        <w:pStyle w:val="Textbezodsazen"/>
      </w:pPr>
    </w:p>
    <w:p w14:paraId="27FBCA12" w14:textId="77777777" w:rsidR="007145F3" w:rsidRDefault="007145F3" w:rsidP="00CB4F6D">
      <w:pPr>
        <w:pStyle w:val="Textbezodsazen"/>
      </w:pPr>
    </w:p>
    <w:p w14:paraId="0183CDF0" w14:textId="77777777" w:rsidR="007145F3" w:rsidRDefault="007145F3" w:rsidP="00CB4F6D">
      <w:pPr>
        <w:pStyle w:val="Textbezodsazen"/>
      </w:pPr>
    </w:p>
    <w:p w14:paraId="388028E9" w14:textId="77777777" w:rsidR="00747C0A" w:rsidRDefault="00747C0A" w:rsidP="00CB4F6D">
      <w:pPr>
        <w:pStyle w:val="Textbezodsazen"/>
      </w:pPr>
    </w:p>
    <w:p w14:paraId="27AE3961" w14:textId="77777777" w:rsidR="00747C0A" w:rsidRDefault="00747C0A" w:rsidP="00CB4F6D">
      <w:pPr>
        <w:pStyle w:val="Textbezodsazen"/>
      </w:pPr>
    </w:p>
    <w:p w14:paraId="61DC0F29"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23E7854" w14:textId="77777777" w:rsidR="00502690" w:rsidRPr="00B26902" w:rsidRDefault="00502690" w:rsidP="00F762A8">
      <w:pPr>
        <w:pStyle w:val="Nadpisbezsl1-1"/>
      </w:pPr>
      <w:r w:rsidRPr="00B26902">
        <w:lastRenderedPageBreak/>
        <w:t>Příloha č. 2</w:t>
      </w:r>
    </w:p>
    <w:p w14:paraId="419AFF97" w14:textId="77777777" w:rsidR="00502690" w:rsidRPr="003271F5" w:rsidRDefault="00502690" w:rsidP="00F762A8">
      <w:pPr>
        <w:pStyle w:val="Nadpisbezsl1-2"/>
      </w:pPr>
      <w:r w:rsidRPr="003271F5">
        <w:t>Oprávněné osoby</w:t>
      </w:r>
      <w:r w:rsidR="00661A98" w:rsidRPr="003271F5">
        <w:t>, odborný personál Zhotovitele</w:t>
      </w:r>
    </w:p>
    <w:p w14:paraId="724C0BDC"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6A6FE6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2622F133"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DBD5A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9A04FD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49C5C74F"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BF710" w14:textId="77777777" w:rsidR="00502690" w:rsidRPr="00F95FBD" w:rsidRDefault="002038D5" w:rsidP="002038D5">
            <w:pPr>
              <w:pStyle w:val="Tabulka"/>
            </w:pPr>
            <w:r w:rsidRPr="00F95FBD">
              <w:t>Adresa</w:t>
            </w:r>
          </w:p>
        </w:tc>
        <w:tc>
          <w:tcPr>
            <w:tcW w:w="5812" w:type="dxa"/>
          </w:tcPr>
          <w:p w14:paraId="0591E9D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FEAF6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7BFD7D" w14:textId="77777777" w:rsidR="002038D5" w:rsidRPr="00F95FBD" w:rsidRDefault="002038D5" w:rsidP="002038D5">
            <w:pPr>
              <w:pStyle w:val="Tabulka"/>
            </w:pPr>
            <w:r w:rsidRPr="00F95FBD">
              <w:t>E-mail</w:t>
            </w:r>
          </w:p>
        </w:tc>
        <w:tc>
          <w:tcPr>
            <w:tcW w:w="5812" w:type="dxa"/>
          </w:tcPr>
          <w:p w14:paraId="06B86B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11B712"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9B1A92" w14:textId="77777777" w:rsidR="002038D5" w:rsidRPr="00F95FBD" w:rsidRDefault="002038D5" w:rsidP="002038D5">
            <w:pPr>
              <w:pStyle w:val="Tabulka"/>
            </w:pPr>
            <w:r w:rsidRPr="00F95FBD">
              <w:t>Telefon</w:t>
            </w:r>
          </w:p>
        </w:tc>
        <w:tc>
          <w:tcPr>
            <w:tcW w:w="5812" w:type="dxa"/>
          </w:tcPr>
          <w:p w14:paraId="6D57101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A910AC" w14:textId="77777777" w:rsidR="002038D5" w:rsidRPr="00F95FBD" w:rsidRDefault="002038D5" w:rsidP="00502690">
      <w:pPr>
        <w:pStyle w:val="Textbezodsazen"/>
      </w:pPr>
    </w:p>
    <w:p w14:paraId="2AF155E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C4625F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783F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B2818A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30EC01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2A6AA3" w14:textId="77777777" w:rsidR="002038D5" w:rsidRPr="00F95FBD" w:rsidRDefault="002038D5" w:rsidP="002038D5">
            <w:pPr>
              <w:pStyle w:val="Tabulka"/>
            </w:pPr>
            <w:r w:rsidRPr="00F95FBD">
              <w:t>Adresa</w:t>
            </w:r>
          </w:p>
        </w:tc>
        <w:tc>
          <w:tcPr>
            <w:tcW w:w="5812" w:type="dxa"/>
          </w:tcPr>
          <w:p w14:paraId="7849D2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824A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7ECCBB7" w14:textId="77777777" w:rsidR="002038D5" w:rsidRPr="00F95FBD" w:rsidRDefault="002038D5" w:rsidP="002038D5">
            <w:pPr>
              <w:pStyle w:val="Tabulka"/>
            </w:pPr>
            <w:r w:rsidRPr="00F95FBD">
              <w:t>E-mail</w:t>
            </w:r>
          </w:p>
        </w:tc>
        <w:tc>
          <w:tcPr>
            <w:tcW w:w="5812" w:type="dxa"/>
          </w:tcPr>
          <w:p w14:paraId="424FE1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FC2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774ED9" w14:textId="77777777" w:rsidR="002038D5" w:rsidRPr="00F95FBD" w:rsidRDefault="002038D5" w:rsidP="002038D5">
            <w:pPr>
              <w:pStyle w:val="Tabulka"/>
            </w:pPr>
            <w:r w:rsidRPr="00F95FBD">
              <w:t>Telefon</w:t>
            </w:r>
          </w:p>
        </w:tc>
        <w:tc>
          <w:tcPr>
            <w:tcW w:w="5812" w:type="dxa"/>
          </w:tcPr>
          <w:p w14:paraId="2E18B4A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F163EB" w14:textId="77777777" w:rsidR="002038D5" w:rsidRPr="00F95FBD" w:rsidRDefault="002038D5" w:rsidP="002038D5">
      <w:pPr>
        <w:pStyle w:val="Textbezodsazen"/>
      </w:pPr>
    </w:p>
    <w:p w14:paraId="039322F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2C646D0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B1031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7D18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BD8ACA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3B81384" w14:textId="77777777" w:rsidR="002038D5" w:rsidRPr="00F95FBD" w:rsidRDefault="002038D5" w:rsidP="002038D5">
            <w:pPr>
              <w:pStyle w:val="Tabulka"/>
            </w:pPr>
            <w:r w:rsidRPr="00F95FBD">
              <w:t>Adresa</w:t>
            </w:r>
          </w:p>
        </w:tc>
        <w:tc>
          <w:tcPr>
            <w:tcW w:w="5812" w:type="dxa"/>
          </w:tcPr>
          <w:p w14:paraId="67D1849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226CB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264A961" w14:textId="77777777" w:rsidR="002038D5" w:rsidRPr="00F95FBD" w:rsidRDefault="002038D5" w:rsidP="002038D5">
            <w:pPr>
              <w:pStyle w:val="Tabulka"/>
            </w:pPr>
            <w:r w:rsidRPr="00F95FBD">
              <w:t>E-mail</w:t>
            </w:r>
          </w:p>
        </w:tc>
        <w:tc>
          <w:tcPr>
            <w:tcW w:w="5812" w:type="dxa"/>
          </w:tcPr>
          <w:p w14:paraId="1AC2F44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565F0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B153F0" w14:textId="77777777" w:rsidR="002038D5" w:rsidRPr="00F95FBD" w:rsidRDefault="002038D5" w:rsidP="002038D5">
            <w:pPr>
              <w:pStyle w:val="Tabulka"/>
            </w:pPr>
            <w:r w:rsidRPr="00F95FBD">
              <w:t>Telefon</w:t>
            </w:r>
          </w:p>
        </w:tc>
        <w:tc>
          <w:tcPr>
            <w:tcW w:w="5812" w:type="dxa"/>
          </w:tcPr>
          <w:p w14:paraId="68EE05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87C990" w14:textId="77777777" w:rsidR="002038D5" w:rsidRDefault="002038D5" w:rsidP="002038D5">
      <w:pPr>
        <w:pStyle w:val="Textbezodsazen"/>
      </w:pPr>
    </w:p>
    <w:p w14:paraId="4E4C5A20" w14:textId="77777777" w:rsidR="00C81A7C" w:rsidRPr="003271F5" w:rsidRDefault="00C81A7C" w:rsidP="002038D5">
      <w:pPr>
        <w:pStyle w:val="Textbezodsazen"/>
      </w:pPr>
    </w:p>
    <w:p w14:paraId="622A5C08" w14:textId="77777777" w:rsidR="00C81A7C" w:rsidRPr="003271F5" w:rsidRDefault="00C81A7C" w:rsidP="002038D5">
      <w:pPr>
        <w:pStyle w:val="Textbezodsazen"/>
      </w:pPr>
      <w:r w:rsidRPr="003271F5">
        <w:t>Odborný personál Zhotovitele(na příslušné pozici člena odborného personálu může být pouze jedna fyzická osoba; toto omezení se netýká pozice úředně oprávněný zeměměřický inženýr)</w:t>
      </w:r>
    </w:p>
    <w:p w14:paraId="0E199A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4C9E95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64FA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99A054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5A3477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0A4377" w14:textId="77777777" w:rsidR="002038D5" w:rsidRPr="00F95FBD" w:rsidRDefault="002038D5" w:rsidP="002038D5">
            <w:pPr>
              <w:pStyle w:val="Tabulka"/>
            </w:pPr>
            <w:r w:rsidRPr="00F95FBD">
              <w:t>Adresa</w:t>
            </w:r>
          </w:p>
        </w:tc>
        <w:tc>
          <w:tcPr>
            <w:tcW w:w="5812" w:type="dxa"/>
          </w:tcPr>
          <w:p w14:paraId="41CB0C4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EB550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3F9EFF0" w14:textId="77777777" w:rsidR="002038D5" w:rsidRPr="00F95FBD" w:rsidRDefault="002038D5" w:rsidP="002038D5">
            <w:pPr>
              <w:pStyle w:val="Tabulka"/>
            </w:pPr>
            <w:r w:rsidRPr="00F95FBD">
              <w:t>E-mail</w:t>
            </w:r>
          </w:p>
        </w:tc>
        <w:tc>
          <w:tcPr>
            <w:tcW w:w="5812" w:type="dxa"/>
          </w:tcPr>
          <w:p w14:paraId="26766AC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8C4B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A297CE8" w14:textId="77777777" w:rsidR="002038D5" w:rsidRPr="00F95FBD" w:rsidRDefault="002038D5" w:rsidP="002038D5">
            <w:pPr>
              <w:pStyle w:val="Tabulka"/>
            </w:pPr>
            <w:r w:rsidRPr="00F95FBD">
              <w:t>Telefon</w:t>
            </w:r>
          </w:p>
        </w:tc>
        <w:tc>
          <w:tcPr>
            <w:tcW w:w="5812" w:type="dxa"/>
          </w:tcPr>
          <w:p w14:paraId="74A98CD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39470A" w14:textId="77777777" w:rsidR="002038D5" w:rsidRPr="00F95FBD" w:rsidRDefault="002038D5" w:rsidP="002038D5">
      <w:pPr>
        <w:pStyle w:val="Textbezodsazen"/>
      </w:pPr>
    </w:p>
    <w:p w14:paraId="4C6726CB" w14:textId="77777777" w:rsidR="002038D5" w:rsidRPr="00F95FBD" w:rsidRDefault="00BE3326" w:rsidP="002038D5">
      <w:pPr>
        <w:pStyle w:val="Nadpistabulky"/>
        <w:rPr>
          <w:rFonts w:asciiTheme="minorHAnsi" w:hAnsiTheme="minorHAnsi"/>
          <w:sz w:val="18"/>
          <w:szCs w:val="18"/>
        </w:rPr>
      </w:pPr>
      <w:r w:rsidRPr="00BE3326">
        <w:rPr>
          <w:rFonts w:asciiTheme="minorHAnsi" w:hAnsiTheme="minorHAnsi"/>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AA8304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4823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68B57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5E82CE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4FD8EB" w14:textId="77777777" w:rsidR="002038D5" w:rsidRPr="00F95FBD" w:rsidRDefault="002038D5" w:rsidP="002038D5">
            <w:pPr>
              <w:pStyle w:val="Tabulka"/>
            </w:pPr>
            <w:r w:rsidRPr="00F95FBD">
              <w:t>Adresa</w:t>
            </w:r>
          </w:p>
        </w:tc>
        <w:tc>
          <w:tcPr>
            <w:tcW w:w="5812" w:type="dxa"/>
          </w:tcPr>
          <w:p w14:paraId="1F41AF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000EB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71052D2" w14:textId="77777777" w:rsidR="002038D5" w:rsidRPr="00F95FBD" w:rsidRDefault="002038D5" w:rsidP="002038D5">
            <w:pPr>
              <w:pStyle w:val="Tabulka"/>
            </w:pPr>
            <w:r w:rsidRPr="00F95FBD">
              <w:t>E-mail</w:t>
            </w:r>
          </w:p>
        </w:tc>
        <w:tc>
          <w:tcPr>
            <w:tcW w:w="5812" w:type="dxa"/>
          </w:tcPr>
          <w:p w14:paraId="38460A2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BB83F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740BA07" w14:textId="77777777" w:rsidR="002038D5" w:rsidRPr="00F95FBD" w:rsidRDefault="002038D5" w:rsidP="002038D5">
            <w:pPr>
              <w:pStyle w:val="Tabulka"/>
            </w:pPr>
            <w:r w:rsidRPr="00F95FBD">
              <w:t>Telefon</w:t>
            </w:r>
          </w:p>
        </w:tc>
        <w:tc>
          <w:tcPr>
            <w:tcW w:w="5812" w:type="dxa"/>
          </w:tcPr>
          <w:p w14:paraId="592D5F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C1EBE8" w14:textId="77777777" w:rsidR="002038D5" w:rsidRPr="00F95FBD" w:rsidRDefault="002038D5" w:rsidP="002038D5">
      <w:pPr>
        <w:pStyle w:val="Textbezodsazen"/>
      </w:pPr>
    </w:p>
    <w:p w14:paraId="2A83C29A" w14:textId="77777777"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4EF6F2F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CD64F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1A62C1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09C6AD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2D4E109" w14:textId="77777777" w:rsidR="002038D5" w:rsidRPr="00F95FBD" w:rsidRDefault="002038D5" w:rsidP="00F762A8">
            <w:pPr>
              <w:pStyle w:val="Tabulka"/>
              <w:keepNext/>
            </w:pPr>
            <w:r w:rsidRPr="00F95FBD">
              <w:t>Adresa</w:t>
            </w:r>
          </w:p>
        </w:tc>
        <w:tc>
          <w:tcPr>
            <w:tcW w:w="5812" w:type="dxa"/>
          </w:tcPr>
          <w:p w14:paraId="6BCA07D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BDB36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BBDE46" w14:textId="77777777" w:rsidR="002038D5" w:rsidRPr="00F95FBD" w:rsidRDefault="002038D5" w:rsidP="00F762A8">
            <w:pPr>
              <w:pStyle w:val="Tabulka"/>
              <w:keepNext/>
            </w:pPr>
            <w:r w:rsidRPr="00F95FBD">
              <w:t>E-mail</w:t>
            </w:r>
          </w:p>
        </w:tc>
        <w:tc>
          <w:tcPr>
            <w:tcW w:w="5812" w:type="dxa"/>
          </w:tcPr>
          <w:p w14:paraId="014AFC4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22237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98F878" w14:textId="77777777" w:rsidR="002038D5" w:rsidRPr="00F95FBD" w:rsidRDefault="002038D5" w:rsidP="00165977">
            <w:pPr>
              <w:pStyle w:val="Tabulka"/>
            </w:pPr>
            <w:r w:rsidRPr="00F95FBD">
              <w:t>Telefon</w:t>
            </w:r>
          </w:p>
        </w:tc>
        <w:tc>
          <w:tcPr>
            <w:tcW w:w="5812" w:type="dxa"/>
          </w:tcPr>
          <w:p w14:paraId="43810E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B88220" w14:textId="77777777" w:rsidR="002038D5" w:rsidRPr="00F95FBD" w:rsidRDefault="002038D5" w:rsidP="00165977">
      <w:pPr>
        <w:pStyle w:val="Tabulka"/>
      </w:pPr>
    </w:p>
    <w:p w14:paraId="6A64C7EF" w14:textId="77777777" w:rsidR="002038D5" w:rsidRPr="00F95FBD" w:rsidRDefault="00165977" w:rsidP="00165977">
      <w:pPr>
        <w:pStyle w:val="Nadpistabulky"/>
        <w:rPr>
          <w:sz w:val="18"/>
          <w:szCs w:val="18"/>
        </w:rPr>
      </w:pPr>
      <w:r w:rsidRPr="00F95FBD">
        <w:rPr>
          <w:sz w:val="18"/>
          <w:szCs w:val="18"/>
        </w:rPr>
        <w:t xml:space="preserve">Specialista (vedoucí prací) na </w:t>
      </w:r>
      <w:r w:rsidR="00BE3326">
        <w:rPr>
          <w:sz w:val="18"/>
          <w:szCs w:val="18"/>
        </w:rPr>
        <w:t>železniční spodek</w:t>
      </w:r>
    </w:p>
    <w:tbl>
      <w:tblPr>
        <w:tblStyle w:val="Tabulka10"/>
        <w:tblW w:w="8868" w:type="dxa"/>
        <w:tblLook w:val="04A0" w:firstRow="1" w:lastRow="0" w:firstColumn="1" w:lastColumn="0" w:noHBand="0" w:noVBand="1"/>
      </w:tblPr>
      <w:tblGrid>
        <w:gridCol w:w="3056"/>
        <w:gridCol w:w="5812"/>
      </w:tblGrid>
      <w:tr w:rsidR="002038D5" w:rsidRPr="00F95FBD" w14:paraId="7035314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7128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26DFA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A9FBA3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3AF75FC" w14:textId="77777777" w:rsidR="002038D5" w:rsidRPr="00F95FBD" w:rsidRDefault="002038D5" w:rsidP="00165977">
            <w:pPr>
              <w:pStyle w:val="Tabulka"/>
            </w:pPr>
            <w:r w:rsidRPr="00F95FBD">
              <w:t>Adresa</w:t>
            </w:r>
          </w:p>
        </w:tc>
        <w:tc>
          <w:tcPr>
            <w:tcW w:w="5812" w:type="dxa"/>
          </w:tcPr>
          <w:p w14:paraId="3D4E29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7603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CB88B34" w14:textId="77777777" w:rsidR="002038D5" w:rsidRPr="00F95FBD" w:rsidRDefault="002038D5" w:rsidP="00165977">
            <w:pPr>
              <w:pStyle w:val="Tabulka"/>
            </w:pPr>
            <w:r w:rsidRPr="00F95FBD">
              <w:t>E-mail</w:t>
            </w:r>
          </w:p>
        </w:tc>
        <w:tc>
          <w:tcPr>
            <w:tcW w:w="5812" w:type="dxa"/>
          </w:tcPr>
          <w:p w14:paraId="2EC12A0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09625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17A6884" w14:textId="77777777" w:rsidR="002038D5" w:rsidRPr="00F95FBD" w:rsidRDefault="002038D5" w:rsidP="00165977">
            <w:pPr>
              <w:pStyle w:val="Tabulka"/>
            </w:pPr>
            <w:r w:rsidRPr="00F95FBD">
              <w:t>Telefon</w:t>
            </w:r>
          </w:p>
        </w:tc>
        <w:tc>
          <w:tcPr>
            <w:tcW w:w="5812" w:type="dxa"/>
          </w:tcPr>
          <w:p w14:paraId="700857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0F5159" w14:textId="77777777" w:rsidR="002038D5" w:rsidRPr="00F95FBD" w:rsidRDefault="002038D5" w:rsidP="00165977">
      <w:pPr>
        <w:pStyle w:val="Tabulka"/>
      </w:pPr>
    </w:p>
    <w:p w14:paraId="20B0625B" w14:textId="77777777" w:rsidR="002038D5" w:rsidRPr="00F95FBD" w:rsidRDefault="00165977" w:rsidP="00165977">
      <w:pPr>
        <w:pStyle w:val="Nadpistabulky"/>
        <w:rPr>
          <w:sz w:val="18"/>
          <w:szCs w:val="18"/>
        </w:rPr>
      </w:pPr>
      <w:r w:rsidRPr="00F95FBD">
        <w:rPr>
          <w:sz w:val="18"/>
          <w:szCs w:val="18"/>
        </w:rPr>
        <w:t>Specialista (vedoucí prací</w:t>
      </w:r>
      <w:r w:rsidR="0061703F">
        <w:rPr>
          <w:sz w:val="18"/>
          <w:szCs w:val="18"/>
        </w:rPr>
        <w:t>)</w:t>
      </w:r>
      <w:r w:rsidRPr="00F95FBD">
        <w:rPr>
          <w:sz w:val="18"/>
          <w:szCs w:val="18"/>
        </w:rPr>
        <w:t xml:space="preserve"> n</w:t>
      </w:r>
      <w:r w:rsidR="0061703F">
        <w:rPr>
          <w:sz w:val="18"/>
          <w:szCs w:val="18"/>
        </w:rPr>
        <w:t xml:space="preserve">a </w:t>
      </w:r>
      <w:r w:rsidR="00BE3326" w:rsidRPr="00BE3326">
        <w:rPr>
          <w:sz w:val="18"/>
          <w:szCs w:val="18"/>
        </w:rPr>
        <w:t xml:space="preserve">zabezpečovací a sdělovací zařízení </w:t>
      </w:r>
    </w:p>
    <w:tbl>
      <w:tblPr>
        <w:tblStyle w:val="Tabulka10"/>
        <w:tblW w:w="8868" w:type="dxa"/>
        <w:tblLook w:val="04A0" w:firstRow="1" w:lastRow="0" w:firstColumn="1" w:lastColumn="0" w:noHBand="0" w:noVBand="1"/>
      </w:tblPr>
      <w:tblGrid>
        <w:gridCol w:w="3056"/>
        <w:gridCol w:w="5812"/>
      </w:tblGrid>
      <w:tr w:rsidR="002038D5" w:rsidRPr="00F95FBD" w14:paraId="761F369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B9F8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72D34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1CE60E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7DE765" w14:textId="77777777" w:rsidR="002038D5" w:rsidRPr="00F95FBD" w:rsidRDefault="002038D5" w:rsidP="00165977">
            <w:pPr>
              <w:pStyle w:val="Tabulka"/>
            </w:pPr>
            <w:r w:rsidRPr="00F95FBD">
              <w:t>Adresa</w:t>
            </w:r>
          </w:p>
        </w:tc>
        <w:tc>
          <w:tcPr>
            <w:tcW w:w="5812" w:type="dxa"/>
          </w:tcPr>
          <w:p w14:paraId="4722C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0068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C50B8C" w14:textId="77777777" w:rsidR="002038D5" w:rsidRPr="00F95FBD" w:rsidRDefault="002038D5" w:rsidP="00165977">
            <w:pPr>
              <w:pStyle w:val="Tabulka"/>
            </w:pPr>
            <w:r w:rsidRPr="00F95FBD">
              <w:t>E-mail</w:t>
            </w:r>
          </w:p>
        </w:tc>
        <w:tc>
          <w:tcPr>
            <w:tcW w:w="5812" w:type="dxa"/>
          </w:tcPr>
          <w:p w14:paraId="6258D5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59826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BE6EE6" w14:textId="77777777" w:rsidR="002038D5" w:rsidRPr="00F95FBD" w:rsidRDefault="002038D5" w:rsidP="00165977">
            <w:pPr>
              <w:pStyle w:val="Tabulka"/>
            </w:pPr>
            <w:r w:rsidRPr="00F95FBD">
              <w:t>Telefon</w:t>
            </w:r>
          </w:p>
        </w:tc>
        <w:tc>
          <w:tcPr>
            <w:tcW w:w="5812" w:type="dxa"/>
          </w:tcPr>
          <w:p w14:paraId="53B16A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EC486F" w14:textId="77777777" w:rsidR="002038D5" w:rsidRPr="00F95FBD" w:rsidRDefault="002038D5" w:rsidP="00165977">
      <w:pPr>
        <w:pStyle w:val="Tabulka"/>
      </w:pPr>
    </w:p>
    <w:p w14:paraId="0FA3D22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D8414D">
        <w:rPr>
          <w:sz w:val="18"/>
          <w:szCs w:val="18"/>
        </w:rPr>
        <w:t>geotechniku</w:t>
      </w:r>
    </w:p>
    <w:tbl>
      <w:tblPr>
        <w:tblStyle w:val="Tabulka10"/>
        <w:tblW w:w="8868" w:type="dxa"/>
        <w:tblLook w:val="04A0" w:firstRow="1" w:lastRow="0" w:firstColumn="1" w:lastColumn="0" w:noHBand="0" w:noVBand="1"/>
      </w:tblPr>
      <w:tblGrid>
        <w:gridCol w:w="3056"/>
        <w:gridCol w:w="5812"/>
      </w:tblGrid>
      <w:tr w:rsidR="002038D5" w:rsidRPr="00F95FBD" w14:paraId="1A8D06D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2A19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7BE4C9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62D52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F4B17C1" w14:textId="77777777" w:rsidR="002038D5" w:rsidRPr="00F95FBD" w:rsidRDefault="002038D5" w:rsidP="00165977">
            <w:pPr>
              <w:pStyle w:val="Tabulka"/>
            </w:pPr>
            <w:r w:rsidRPr="00F95FBD">
              <w:t>Adresa</w:t>
            </w:r>
          </w:p>
        </w:tc>
        <w:tc>
          <w:tcPr>
            <w:tcW w:w="5812" w:type="dxa"/>
          </w:tcPr>
          <w:p w14:paraId="6EDB17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55BF0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3B319CA" w14:textId="77777777" w:rsidR="002038D5" w:rsidRPr="00F95FBD" w:rsidRDefault="002038D5" w:rsidP="00165977">
            <w:pPr>
              <w:pStyle w:val="Tabulka"/>
            </w:pPr>
            <w:r w:rsidRPr="00F95FBD">
              <w:t>E-mail</w:t>
            </w:r>
          </w:p>
        </w:tc>
        <w:tc>
          <w:tcPr>
            <w:tcW w:w="5812" w:type="dxa"/>
          </w:tcPr>
          <w:p w14:paraId="38F147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35653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38E840D" w14:textId="77777777" w:rsidR="002038D5" w:rsidRPr="00F95FBD" w:rsidRDefault="002038D5" w:rsidP="00165977">
            <w:pPr>
              <w:pStyle w:val="Tabulka"/>
            </w:pPr>
            <w:r w:rsidRPr="00F95FBD">
              <w:t>Telefon</w:t>
            </w:r>
          </w:p>
        </w:tc>
        <w:tc>
          <w:tcPr>
            <w:tcW w:w="5812" w:type="dxa"/>
          </w:tcPr>
          <w:p w14:paraId="4D6CC10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788947" w14:textId="77777777" w:rsidR="002038D5" w:rsidRPr="00F95FBD" w:rsidRDefault="002038D5" w:rsidP="00165977">
      <w:pPr>
        <w:pStyle w:val="Tabulka"/>
      </w:pPr>
    </w:p>
    <w:p w14:paraId="5A375FA1"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21C02B0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5C80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BF4B8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38B12BA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43F1729" w14:textId="77777777" w:rsidR="002038D5" w:rsidRPr="00F95FBD" w:rsidRDefault="002038D5" w:rsidP="00165977">
            <w:pPr>
              <w:pStyle w:val="Tabulka"/>
            </w:pPr>
            <w:r w:rsidRPr="00F95FBD">
              <w:t>Adresa</w:t>
            </w:r>
          </w:p>
        </w:tc>
        <w:tc>
          <w:tcPr>
            <w:tcW w:w="5812" w:type="dxa"/>
          </w:tcPr>
          <w:p w14:paraId="6368708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1FF55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E48C3E" w14:textId="77777777" w:rsidR="002038D5" w:rsidRPr="00F95FBD" w:rsidRDefault="002038D5" w:rsidP="00165977">
            <w:pPr>
              <w:pStyle w:val="Tabulka"/>
            </w:pPr>
            <w:r w:rsidRPr="00F95FBD">
              <w:t>E-mail</w:t>
            </w:r>
          </w:p>
        </w:tc>
        <w:tc>
          <w:tcPr>
            <w:tcW w:w="5812" w:type="dxa"/>
          </w:tcPr>
          <w:p w14:paraId="7DE519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1450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A148BAF" w14:textId="77777777" w:rsidR="002038D5" w:rsidRPr="00F95FBD" w:rsidRDefault="002038D5" w:rsidP="00165977">
            <w:pPr>
              <w:pStyle w:val="Tabulka"/>
            </w:pPr>
            <w:r w:rsidRPr="00F95FBD">
              <w:t>Telefon</w:t>
            </w:r>
          </w:p>
        </w:tc>
        <w:tc>
          <w:tcPr>
            <w:tcW w:w="5812" w:type="dxa"/>
          </w:tcPr>
          <w:p w14:paraId="413F9A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5B0666" w14:textId="77777777" w:rsidR="00165977" w:rsidRPr="00F95FBD" w:rsidRDefault="00165977" w:rsidP="00165977">
      <w:pPr>
        <w:pStyle w:val="Tabulka"/>
      </w:pPr>
    </w:p>
    <w:p w14:paraId="4D116D5E"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2CBCC52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9D81B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586502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A04394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0E32CDF" w14:textId="77777777" w:rsidR="00165977" w:rsidRPr="00F95FBD" w:rsidRDefault="00165977" w:rsidP="00165977">
            <w:pPr>
              <w:pStyle w:val="Tabulka"/>
            </w:pPr>
            <w:r w:rsidRPr="00F95FBD">
              <w:t>Adresa</w:t>
            </w:r>
          </w:p>
        </w:tc>
        <w:tc>
          <w:tcPr>
            <w:tcW w:w="5812" w:type="dxa"/>
          </w:tcPr>
          <w:p w14:paraId="063D557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475512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F1729F9" w14:textId="77777777" w:rsidR="00165977" w:rsidRPr="00F95FBD" w:rsidRDefault="00165977" w:rsidP="00165977">
            <w:pPr>
              <w:pStyle w:val="Tabulka"/>
            </w:pPr>
            <w:r w:rsidRPr="00F95FBD">
              <w:t>E-mail</w:t>
            </w:r>
          </w:p>
        </w:tc>
        <w:tc>
          <w:tcPr>
            <w:tcW w:w="5812" w:type="dxa"/>
          </w:tcPr>
          <w:p w14:paraId="06B1F79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D3670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3B6F618" w14:textId="77777777" w:rsidR="00165977" w:rsidRPr="00F95FBD" w:rsidRDefault="00165977" w:rsidP="00165977">
            <w:pPr>
              <w:pStyle w:val="Tabulka"/>
            </w:pPr>
            <w:r w:rsidRPr="00F95FBD">
              <w:t>Telefon</w:t>
            </w:r>
          </w:p>
        </w:tc>
        <w:tc>
          <w:tcPr>
            <w:tcW w:w="5812" w:type="dxa"/>
          </w:tcPr>
          <w:p w14:paraId="2D0BE8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23C1D3" w14:textId="77777777" w:rsidR="00165977" w:rsidRPr="00F95FBD" w:rsidRDefault="00165977" w:rsidP="00165977">
      <w:pPr>
        <w:pStyle w:val="Tabulka"/>
      </w:pPr>
    </w:p>
    <w:p w14:paraId="17CF6611" w14:textId="77777777" w:rsidR="00165977" w:rsidRPr="00F95FBD" w:rsidRDefault="00D8414D" w:rsidP="00165977">
      <w:pPr>
        <w:pStyle w:val="Nadpistabulky"/>
        <w:rPr>
          <w:sz w:val="18"/>
          <w:szCs w:val="18"/>
        </w:rPr>
      </w:pPr>
      <w:r w:rsidRPr="00D8414D">
        <w:rPr>
          <w:sz w:val="18"/>
          <w:szCs w:val="18"/>
        </w:rPr>
        <w:lastRenderedPageBreak/>
        <w:t>Osoba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712D46B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8B465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C151E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64BB9F9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0FE83FD" w14:textId="77777777" w:rsidR="00165977" w:rsidRPr="00F95FBD" w:rsidRDefault="00165977" w:rsidP="00165977">
            <w:pPr>
              <w:pStyle w:val="Tabulka"/>
            </w:pPr>
            <w:r w:rsidRPr="00F95FBD">
              <w:t>Adresa</w:t>
            </w:r>
          </w:p>
        </w:tc>
        <w:tc>
          <w:tcPr>
            <w:tcW w:w="5812" w:type="dxa"/>
          </w:tcPr>
          <w:p w14:paraId="6F1A73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7EF3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E67226" w14:textId="77777777" w:rsidR="00165977" w:rsidRPr="00F95FBD" w:rsidRDefault="00165977" w:rsidP="00165977">
            <w:pPr>
              <w:pStyle w:val="Tabulka"/>
            </w:pPr>
            <w:r w:rsidRPr="00F95FBD">
              <w:t>E-mail</w:t>
            </w:r>
          </w:p>
        </w:tc>
        <w:tc>
          <w:tcPr>
            <w:tcW w:w="5812" w:type="dxa"/>
          </w:tcPr>
          <w:p w14:paraId="7FB5C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AB6071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D40CE17" w14:textId="77777777" w:rsidR="00165977" w:rsidRPr="00F95FBD" w:rsidRDefault="00165977" w:rsidP="00165977">
            <w:pPr>
              <w:pStyle w:val="Tabulka"/>
            </w:pPr>
            <w:r w:rsidRPr="00F95FBD">
              <w:t>Telefon</w:t>
            </w:r>
          </w:p>
        </w:tc>
        <w:tc>
          <w:tcPr>
            <w:tcW w:w="5812" w:type="dxa"/>
          </w:tcPr>
          <w:p w14:paraId="2A2F114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39D4D7" w14:textId="77777777" w:rsidR="00165977" w:rsidRPr="00F95FBD" w:rsidRDefault="00165977" w:rsidP="00165977">
      <w:pPr>
        <w:pStyle w:val="Tabulka"/>
      </w:pPr>
    </w:p>
    <w:p w14:paraId="19A728C1" w14:textId="77777777" w:rsidR="00165977" w:rsidRPr="00F95FBD" w:rsidRDefault="00165977" w:rsidP="00165977">
      <w:pPr>
        <w:pStyle w:val="Nadpistabulky"/>
        <w:rPr>
          <w:sz w:val="18"/>
          <w:szCs w:val="18"/>
        </w:rPr>
      </w:pPr>
      <w:r w:rsidRPr="00F95FBD">
        <w:rPr>
          <w:sz w:val="18"/>
          <w:szCs w:val="18"/>
        </w:rPr>
        <w:t xml:space="preserve">Osoba odpovědná za </w:t>
      </w:r>
      <w:r w:rsidR="00D8414D">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165977" w:rsidRPr="00F95FBD" w14:paraId="09DE5C3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D3362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D0447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5B0B33A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284C0E3" w14:textId="77777777" w:rsidR="00165977" w:rsidRPr="00F95FBD" w:rsidRDefault="00165977" w:rsidP="00165977">
            <w:pPr>
              <w:pStyle w:val="Tabulka"/>
            </w:pPr>
            <w:r w:rsidRPr="00F95FBD">
              <w:t>Adresa</w:t>
            </w:r>
          </w:p>
        </w:tc>
        <w:tc>
          <w:tcPr>
            <w:tcW w:w="5812" w:type="dxa"/>
          </w:tcPr>
          <w:p w14:paraId="29E8979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23372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C933F5" w14:textId="77777777" w:rsidR="00165977" w:rsidRPr="00F95FBD" w:rsidRDefault="00165977" w:rsidP="00165977">
            <w:pPr>
              <w:pStyle w:val="Tabulka"/>
            </w:pPr>
            <w:r w:rsidRPr="00F95FBD">
              <w:t>E-mail</w:t>
            </w:r>
          </w:p>
        </w:tc>
        <w:tc>
          <w:tcPr>
            <w:tcW w:w="5812" w:type="dxa"/>
          </w:tcPr>
          <w:p w14:paraId="5CDB10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45C70C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0845A2" w14:textId="77777777" w:rsidR="00165977" w:rsidRPr="00F95FBD" w:rsidRDefault="00165977" w:rsidP="00165977">
            <w:pPr>
              <w:pStyle w:val="Tabulka"/>
            </w:pPr>
            <w:r w:rsidRPr="00F95FBD">
              <w:t>Telefon</w:t>
            </w:r>
          </w:p>
        </w:tc>
        <w:tc>
          <w:tcPr>
            <w:tcW w:w="5812" w:type="dxa"/>
          </w:tcPr>
          <w:p w14:paraId="65644FF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60398B" w14:textId="77777777" w:rsidR="00165977" w:rsidRPr="00F95FBD" w:rsidRDefault="00165977" w:rsidP="00165977">
      <w:pPr>
        <w:pStyle w:val="Tabulka"/>
      </w:pPr>
    </w:p>
    <w:p w14:paraId="7B8C77DD" w14:textId="77777777" w:rsidR="00165977" w:rsidRPr="00F95FBD" w:rsidRDefault="00D8414D" w:rsidP="00165977">
      <w:pPr>
        <w:pStyle w:val="Nadpistabulky"/>
        <w:rPr>
          <w:sz w:val="18"/>
          <w:szCs w:val="18"/>
        </w:rPr>
      </w:pPr>
      <w:r w:rsidRPr="00D8414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4B5F7D9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F488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EEF3F6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C29603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9623F1C" w14:textId="77777777" w:rsidR="00165977" w:rsidRPr="00F95FBD" w:rsidRDefault="00165977" w:rsidP="00165977">
            <w:pPr>
              <w:pStyle w:val="Tabulka"/>
            </w:pPr>
            <w:r w:rsidRPr="00F95FBD">
              <w:t>Adresa</w:t>
            </w:r>
          </w:p>
        </w:tc>
        <w:tc>
          <w:tcPr>
            <w:tcW w:w="5812" w:type="dxa"/>
          </w:tcPr>
          <w:p w14:paraId="391BD7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C8552A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5DF573" w14:textId="77777777" w:rsidR="00165977" w:rsidRPr="00F95FBD" w:rsidRDefault="00165977" w:rsidP="00165977">
            <w:pPr>
              <w:pStyle w:val="Tabulka"/>
            </w:pPr>
            <w:r w:rsidRPr="00F95FBD">
              <w:t>E-mail</w:t>
            </w:r>
          </w:p>
        </w:tc>
        <w:tc>
          <w:tcPr>
            <w:tcW w:w="5812" w:type="dxa"/>
          </w:tcPr>
          <w:p w14:paraId="619E2F3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5248B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C0A110" w14:textId="77777777" w:rsidR="00165977" w:rsidRPr="00F95FBD" w:rsidRDefault="00165977" w:rsidP="00165977">
            <w:pPr>
              <w:pStyle w:val="Tabulka"/>
            </w:pPr>
            <w:r w:rsidRPr="00F95FBD">
              <w:t>Telefon</w:t>
            </w:r>
          </w:p>
        </w:tc>
        <w:tc>
          <w:tcPr>
            <w:tcW w:w="5812" w:type="dxa"/>
          </w:tcPr>
          <w:p w14:paraId="05EFDF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BCA698" w14:textId="77777777" w:rsidR="00165977" w:rsidRPr="00F95FBD" w:rsidRDefault="00165977" w:rsidP="00165977">
      <w:pPr>
        <w:pStyle w:val="Tabulka"/>
      </w:pPr>
    </w:p>
    <w:p w14:paraId="014FD057"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85924" w14:textId="77777777" w:rsidR="00F95FBD" w:rsidRDefault="00F95FBD" w:rsidP="00F762A8">
      <w:pPr>
        <w:pStyle w:val="Nadpisbezsl1-1"/>
      </w:pPr>
      <w:r>
        <w:lastRenderedPageBreak/>
        <w:t>Příloha č. 3</w:t>
      </w:r>
    </w:p>
    <w:p w14:paraId="6B80BB7A" w14:textId="77777777" w:rsidR="00F95FBD" w:rsidRDefault="00F95FBD" w:rsidP="00F762A8">
      <w:pPr>
        <w:pStyle w:val="Nadpisbezsl1-2"/>
      </w:pPr>
      <w:r>
        <w:t>Seznam poddodavatelů</w:t>
      </w:r>
    </w:p>
    <w:p w14:paraId="44A5375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FED16EF"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14A21B0" w14:textId="77777777" w:rsidR="00F95FBD" w:rsidRPr="00F95FBD" w:rsidRDefault="00F95FBD" w:rsidP="00F762A8">
            <w:pPr>
              <w:pStyle w:val="Tabulka"/>
              <w:rPr>
                <w:rStyle w:val="Nadpisvtabulce"/>
              </w:rPr>
            </w:pPr>
            <w:r w:rsidRPr="00F95FBD">
              <w:rPr>
                <w:rStyle w:val="Nadpisvtabulce"/>
              </w:rPr>
              <w:t>Identifikace poddodavatele</w:t>
            </w:r>
          </w:p>
          <w:p w14:paraId="63FB1F2C"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33E7CAB4"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E582E8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77FF159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6F205D42"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15957BB6" w14:textId="77777777" w:rsidR="00F95FBD" w:rsidRPr="00F95FBD" w:rsidRDefault="00F95FBD" w:rsidP="004E6233">
            <w:pPr>
              <w:pStyle w:val="Tabulka"/>
            </w:pPr>
            <w:r w:rsidRPr="00F95FBD">
              <w:rPr>
                <w:highlight w:val="yellow"/>
              </w:rPr>
              <w:t>[VLOŽÍ ZHOTOVITEL]</w:t>
            </w:r>
          </w:p>
        </w:tc>
        <w:tc>
          <w:tcPr>
            <w:tcW w:w="3129" w:type="dxa"/>
          </w:tcPr>
          <w:p w14:paraId="22B7A10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9A94D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ECC9961"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47A6A217" w14:textId="77777777" w:rsidR="00F95FBD" w:rsidRPr="00F95FBD" w:rsidRDefault="00F95FBD" w:rsidP="004E6233">
            <w:pPr>
              <w:pStyle w:val="Tabulka"/>
            </w:pPr>
            <w:r w:rsidRPr="00F95FBD">
              <w:rPr>
                <w:highlight w:val="yellow"/>
              </w:rPr>
              <w:t>[VLOŽÍ ZHOTOVITEL]</w:t>
            </w:r>
          </w:p>
        </w:tc>
        <w:tc>
          <w:tcPr>
            <w:tcW w:w="3129" w:type="dxa"/>
          </w:tcPr>
          <w:p w14:paraId="5EA522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02D24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9E1C6B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6A2500D8" w14:textId="77777777" w:rsidR="00F95FBD" w:rsidRPr="00F95FBD" w:rsidRDefault="00F95FBD" w:rsidP="004E6233">
            <w:pPr>
              <w:pStyle w:val="Tabulka"/>
            </w:pPr>
            <w:r w:rsidRPr="00F95FBD">
              <w:rPr>
                <w:highlight w:val="yellow"/>
              </w:rPr>
              <w:t>[VLOŽÍ ZHOTOVITEL]</w:t>
            </w:r>
          </w:p>
        </w:tc>
        <w:tc>
          <w:tcPr>
            <w:tcW w:w="3129" w:type="dxa"/>
          </w:tcPr>
          <w:p w14:paraId="289E48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B4464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917822" w14:textId="77777777" w:rsidR="00F95FBD" w:rsidRPr="00F95FBD" w:rsidRDefault="00F95FBD" w:rsidP="001F5F37">
      <w:pPr>
        <w:pStyle w:val="Textbezodsazen"/>
      </w:pPr>
    </w:p>
    <w:p w14:paraId="08BA6A6D" w14:textId="77777777" w:rsidR="007E0D11" w:rsidRDefault="007E0D11" w:rsidP="001F5F37">
      <w:pPr>
        <w:pStyle w:val="Textbezodsazen"/>
      </w:pPr>
    </w:p>
    <w:p w14:paraId="7291824E" w14:textId="77777777" w:rsidR="007E0D11" w:rsidRDefault="007E0D11" w:rsidP="001F5F37">
      <w:pPr>
        <w:pStyle w:val="Textbezodsazen"/>
      </w:pPr>
    </w:p>
    <w:p w14:paraId="5340D8B4" w14:textId="77777777" w:rsidR="007E0D11" w:rsidRDefault="007E0D11" w:rsidP="001F5F37">
      <w:pPr>
        <w:pStyle w:val="Textbezodsazen"/>
      </w:pPr>
    </w:p>
    <w:p w14:paraId="79C660A8" w14:textId="77777777" w:rsidR="007E0D11" w:rsidRDefault="007E0D11" w:rsidP="001F5F37">
      <w:pPr>
        <w:pStyle w:val="Textbezodsazen"/>
      </w:pPr>
    </w:p>
    <w:p w14:paraId="4A77031E" w14:textId="77777777" w:rsidR="007E0D11" w:rsidRDefault="007E0D11" w:rsidP="001F5F37">
      <w:pPr>
        <w:pStyle w:val="Textbezodsazen"/>
      </w:pPr>
    </w:p>
    <w:p w14:paraId="52BF79ED" w14:textId="77777777" w:rsidR="00F95FBD" w:rsidRDefault="00F95FBD" w:rsidP="001F5F37">
      <w:pPr>
        <w:pStyle w:val="Textbezodsazen"/>
      </w:pPr>
    </w:p>
    <w:p w14:paraId="16B565BF"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80D1266" w14:textId="77777777" w:rsidR="00F762A8" w:rsidRDefault="00F762A8" w:rsidP="00F762A8">
      <w:pPr>
        <w:pStyle w:val="Nadpisbezsl1-1"/>
      </w:pPr>
      <w:r>
        <w:lastRenderedPageBreak/>
        <w:t>Příloha č. 4</w:t>
      </w:r>
    </w:p>
    <w:p w14:paraId="3887ADDE" w14:textId="77777777" w:rsidR="00F762A8" w:rsidRDefault="00F762A8" w:rsidP="00F762A8">
      <w:pPr>
        <w:pStyle w:val="Nadpisbezsl1-2"/>
      </w:pPr>
      <w:r>
        <w:t>Harmonogram postupu prací</w:t>
      </w:r>
    </w:p>
    <w:p w14:paraId="4825FD2F" w14:textId="77777777" w:rsidR="00F762A8" w:rsidRDefault="00F762A8" w:rsidP="00F762A8">
      <w:pPr>
        <w:pStyle w:val="Textbezodsazen"/>
      </w:pPr>
    </w:p>
    <w:p w14:paraId="746EBE40" w14:textId="77777777" w:rsidR="00F762A8" w:rsidRPr="00F762A8" w:rsidRDefault="00F762A8" w:rsidP="00F762A8">
      <w:pPr>
        <w:pStyle w:val="Textbezodsazen"/>
        <w:rPr>
          <w:highlight w:val="yellow"/>
        </w:rPr>
      </w:pPr>
      <w:r w:rsidRPr="00F762A8">
        <w:rPr>
          <w:highlight w:val="yellow"/>
        </w:rPr>
        <w:t>[VLOŽÍ ZHOTOVITEL]</w:t>
      </w:r>
    </w:p>
    <w:p w14:paraId="578596B5"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3AF38887" w14:textId="77777777" w:rsidR="00F762A8" w:rsidRDefault="00F762A8" w:rsidP="00F762A8">
      <w:pPr>
        <w:pStyle w:val="Textbezodsazen"/>
      </w:pPr>
    </w:p>
    <w:p w14:paraId="2BC976AA" w14:textId="77777777" w:rsidR="00F762A8" w:rsidRDefault="00F762A8" w:rsidP="00F762A8">
      <w:pPr>
        <w:pStyle w:val="Textbezodsazen"/>
      </w:pPr>
    </w:p>
    <w:p w14:paraId="6ADA2681" w14:textId="77777777" w:rsidR="00F762A8" w:rsidRDefault="00F762A8" w:rsidP="00F762A8">
      <w:pPr>
        <w:pStyle w:val="Textbezodsazen"/>
      </w:pPr>
    </w:p>
    <w:p w14:paraId="4E041F65" w14:textId="77777777" w:rsidR="00F762A8" w:rsidRDefault="00F762A8" w:rsidP="00F762A8">
      <w:pPr>
        <w:pStyle w:val="Textbezodsazen"/>
      </w:pPr>
    </w:p>
    <w:p w14:paraId="0F353B56" w14:textId="77777777" w:rsidR="00F762A8" w:rsidRDefault="00F762A8" w:rsidP="00F762A8">
      <w:pPr>
        <w:pStyle w:val="Textbezodsazen"/>
      </w:pPr>
    </w:p>
    <w:p w14:paraId="08321D53"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59BACC8" w14:textId="77777777" w:rsidR="00F762A8" w:rsidRDefault="00F762A8" w:rsidP="00F762A8">
      <w:pPr>
        <w:pStyle w:val="Nadpisbezsl1-1"/>
      </w:pPr>
      <w:r>
        <w:lastRenderedPageBreak/>
        <w:t>Příloha č. 5</w:t>
      </w:r>
    </w:p>
    <w:p w14:paraId="40402DE7" w14:textId="77777777" w:rsidR="00F762A8" w:rsidRDefault="00F762A8" w:rsidP="00F762A8">
      <w:pPr>
        <w:pStyle w:val="Nadpisbezsl1-2"/>
      </w:pPr>
      <w:r>
        <w:t>Smlouva o zpracování osobních údajů</w:t>
      </w:r>
    </w:p>
    <w:p w14:paraId="792DC810"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6C610326"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0C2B407"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288147B0" w14:textId="77777777" w:rsidR="00F762A8" w:rsidRPr="00F762A8" w:rsidRDefault="00F762A8" w:rsidP="00F762A8">
      <w:pPr>
        <w:pStyle w:val="slovanseznam"/>
        <w:rPr>
          <w:b/>
        </w:rPr>
      </w:pPr>
      <w:r w:rsidRPr="00F762A8">
        <w:rPr>
          <w:b/>
        </w:rPr>
        <w:t>Rozsah zpracovávaných údajů</w:t>
      </w:r>
    </w:p>
    <w:p w14:paraId="02A7E7EF"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7E7969C0"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2DAF838" w14:textId="77777777" w:rsidR="00F762A8" w:rsidRPr="00F762A8" w:rsidRDefault="00F762A8" w:rsidP="00F762A8">
      <w:pPr>
        <w:pStyle w:val="slovanseznam"/>
        <w:rPr>
          <w:b/>
        </w:rPr>
      </w:pPr>
      <w:r w:rsidRPr="00F762A8">
        <w:rPr>
          <w:b/>
        </w:rPr>
        <w:t>Povinnosti Zhotovitele</w:t>
      </w:r>
    </w:p>
    <w:p w14:paraId="7571447F"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155DB945"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47994CB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5F217268" w14:textId="77777777" w:rsidR="00F762A8" w:rsidRDefault="00F762A8" w:rsidP="00F762A8">
      <w:pPr>
        <w:pStyle w:val="slovanseznam2"/>
      </w:pPr>
      <w:r>
        <w:t>Zhotovitel je povinen přijmout všechna opatření dle čl. 32 GDPR tak, aby byla zajištěna odpovídající bezpečnost osobních údajů.</w:t>
      </w:r>
    </w:p>
    <w:p w14:paraId="212EDCC5"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1DD83501"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0A762D20"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2ADDC38"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12E64802"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7652B5A" w14:textId="77777777" w:rsidR="00F762A8" w:rsidRPr="00F762A8" w:rsidRDefault="00F762A8" w:rsidP="00F762A8">
      <w:pPr>
        <w:pStyle w:val="slovanseznam"/>
        <w:rPr>
          <w:b/>
        </w:rPr>
      </w:pPr>
      <w:r w:rsidRPr="00F762A8">
        <w:rPr>
          <w:b/>
        </w:rPr>
        <w:t>Odpovědnost Zhotovitele a smluvní pokuta</w:t>
      </w:r>
    </w:p>
    <w:p w14:paraId="6F3CDF21"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0D48E11D"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3FF0CD35"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13FD4286" w14:textId="77777777" w:rsidR="00F762A8" w:rsidRDefault="00F762A8" w:rsidP="00F762A8">
      <w:pPr>
        <w:pStyle w:val="Textbezodsazen"/>
      </w:pPr>
    </w:p>
    <w:p w14:paraId="75EDC11A" w14:textId="77777777" w:rsidR="00F762A8" w:rsidRDefault="00F762A8" w:rsidP="00F762A8">
      <w:pPr>
        <w:pStyle w:val="Textbezodsazen"/>
      </w:pPr>
    </w:p>
    <w:p w14:paraId="3D160C04" w14:textId="77777777" w:rsidR="00F762A8" w:rsidRDefault="00F762A8" w:rsidP="00F762A8">
      <w:pPr>
        <w:pStyle w:val="Textbezodsazen"/>
      </w:pPr>
    </w:p>
    <w:p w14:paraId="11D7BBD0" w14:textId="77777777" w:rsidR="00524BD7" w:rsidRDefault="00524BD7" w:rsidP="00F762A8">
      <w:pPr>
        <w:pStyle w:val="Textbezodsazen"/>
        <w:sectPr w:rsidR="00524BD7"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C4CE38C" w14:textId="77777777" w:rsidR="00524BD7" w:rsidRPr="005E7125" w:rsidRDefault="00524BD7" w:rsidP="00524BD7">
      <w:pPr>
        <w:pStyle w:val="Nadpisbezsl1-1"/>
      </w:pPr>
      <w:r w:rsidRPr="005E7125">
        <w:lastRenderedPageBreak/>
        <w:t xml:space="preserve">Příloha č. </w:t>
      </w:r>
      <w:r>
        <w:t>6</w:t>
      </w:r>
    </w:p>
    <w:p w14:paraId="4CC22230" w14:textId="77777777"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14:paraId="4EA66B58" w14:textId="77777777" w:rsidR="00524BD7" w:rsidRDefault="00524BD7" w:rsidP="00524BD7">
      <w:pPr>
        <w:pStyle w:val="Textbezodsazen"/>
      </w:pPr>
    </w:p>
    <w:p w14:paraId="6170FBFD" w14:textId="77777777" w:rsidR="00524BD7" w:rsidRDefault="00524BD7" w:rsidP="00524BD7">
      <w:pPr>
        <w:pStyle w:val="Textbezodsazen"/>
      </w:pPr>
    </w:p>
    <w:p w14:paraId="467FFDC3" w14:textId="77777777" w:rsidR="00524BD7" w:rsidRDefault="00524BD7" w:rsidP="00524BD7">
      <w:pPr>
        <w:pStyle w:val="Textbezodsazen"/>
      </w:pPr>
    </w:p>
    <w:p w14:paraId="37370E69" w14:textId="77777777" w:rsidR="00524BD7" w:rsidRDefault="00524BD7" w:rsidP="00524BD7">
      <w:pPr>
        <w:pStyle w:val="Textbezodsazen"/>
      </w:pPr>
    </w:p>
    <w:p w14:paraId="5630B38D" w14:textId="77777777" w:rsidR="00524BD7" w:rsidRDefault="00524BD7" w:rsidP="00524BD7">
      <w:pPr>
        <w:pStyle w:val="Textbezodsazen"/>
      </w:pPr>
    </w:p>
    <w:p w14:paraId="25650729" w14:textId="77777777"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2FD068B1" w14:textId="77777777" w:rsidR="00524BD7" w:rsidRPr="005E7125" w:rsidRDefault="00524BD7" w:rsidP="00524BD7">
      <w:pPr>
        <w:pStyle w:val="Nadpisbezsl1-1"/>
      </w:pPr>
      <w:r w:rsidRPr="005E7125">
        <w:lastRenderedPageBreak/>
        <w:t xml:space="preserve">Příloha č. </w:t>
      </w:r>
      <w:r>
        <w:t>7</w:t>
      </w:r>
    </w:p>
    <w:p w14:paraId="694D1C00" w14:textId="77777777" w:rsidR="00524BD7" w:rsidRPr="00D8414D" w:rsidRDefault="00D8414D" w:rsidP="00524BD7">
      <w:pPr>
        <w:pStyle w:val="Textbezodsazen"/>
        <w:rPr>
          <w:rStyle w:val="Tun"/>
          <w:b w:val="0"/>
        </w:rPr>
      </w:pPr>
      <w:r w:rsidRPr="00D8414D">
        <w:rPr>
          <w:rStyle w:val="Tun"/>
          <w:b w:val="0"/>
        </w:rPr>
        <w:t>NEOBSAZENO</w:t>
      </w:r>
    </w:p>
    <w:p w14:paraId="4E3813B3" w14:textId="77777777" w:rsidR="00524BD7" w:rsidRDefault="00524BD7" w:rsidP="00524BD7">
      <w:pPr>
        <w:pStyle w:val="Textbezodsazen"/>
      </w:pPr>
    </w:p>
    <w:p w14:paraId="5858A2DA" w14:textId="77777777" w:rsidR="00524BD7" w:rsidRDefault="00524BD7" w:rsidP="00524BD7">
      <w:pPr>
        <w:pStyle w:val="Textbezodsazen"/>
      </w:pPr>
    </w:p>
    <w:p w14:paraId="5B6C6374" w14:textId="77777777" w:rsidR="00524BD7" w:rsidRDefault="00524BD7" w:rsidP="00524BD7">
      <w:pPr>
        <w:pStyle w:val="Textbezodsazen"/>
      </w:pPr>
    </w:p>
    <w:p w14:paraId="6830464F" w14:textId="77777777" w:rsidR="00524BD7" w:rsidRDefault="00524BD7" w:rsidP="00524BD7">
      <w:pPr>
        <w:pStyle w:val="Textbezodsazen"/>
      </w:pPr>
    </w:p>
    <w:p w14:paraId="1F06377E" w14:textId="77777777" w:rsidR="00F762A8" w:rsidRDefault="00F762A8" w:rsidP="00F762A8">
      <w:pPr>
        <w:pStyle w:val="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C8B9ABD" w14:textId="77777777" w:rsidR="00F762A8" w:rsidRPr="005E7125" w:rsidRDefault="00F762A8" w:rsidP="00F762A8">
      <w:pPr>
        <w:pStyle w:val="Nadpisbezsl1-1"/>
      </w:pPr>
      <w:r w:rsidRPr="005E7125">
        <w:lastRenderedPageBreak/>
        <w:t xml:space="preserve">Příloha č. </w:t>
      </w:r>
      <w:r w:rsidR="00F465D8">
        <w:t>8</w:t>
      </w:r>
    </w:p>
    <w:p w14:paraId="2A6783F3" w14:textId="520DFD25" w:rsidR="00D31A5E" w:rsidRPr="003271F5" w:rsidRDefault="00D31A5E" w:rsidP="00D31A5E">
      <w:pPr>
        <w:pStyle w:val="Nadpisbezsl1-2"/>
      </w:pPr>
      <w:r w:rsidRPr="003271F5">
        <w:t>Zmocnění Vedoucího zhotovitele</w:t>
      </w:r>
    </w:p>
    <w:p w14:paraId="7DB566C7" w14:textId="4852106A" w:rsidR="00D31A5E" w:rsidRPr="003271F5" w:rsidRDefault="00D31A5E" w:rsidP="00D31A5E">
      <w:pPr>
        <w:pStyle w:val="Text2-1"/>
        <w:numPr>
          <w:ilvl w:val="0"/>
          <w:numId w:val="0"/>
        </w:numPr>
        <w:ind w:left="737" w:hanging="737"/>
        <w:rPr>
          <w:b/>
        </w:rPr>
      </w:pPr>
      <w:r w:rsidRPr="003271F5">
        <w:rPr>
          <w:b/>
        </w:rPr>
        <w:t>a</w:t>
      </w:r>
    </w:p>
    <w:p w14:paraId="2729F7D2" w14:textId="706ACD19" w:rsidR="007470DC" w:rsidRPr="003271F5" w:rsidRDefault="007470DC" w:rsidP="00F762A8">
      <w:pPr>
        <w:pStyle w:val="Nadpisbezsl1-2"/>
      </w:pPr>
      <w:r w:rsidRPr="003271F5">
        <w:t>Rozsah participace na</w:t>
      </w:r>
      <w:r w:rsidR="00D31A5E" w:rsidRPr="003271F5">
        <w:t xml:space="preserve"> plnění předmětu Smlouvy o dílo</w:t>
      </w:r>
    </w:p>
    <w:p w14:paraId="1BEC1729" w14:textId="0E7E94A7" w:rsidR="00F762A8" w:rsidRDefault="00D31A5E" w:rsidP="00F762A8">
      <w:pPr>
        <w:pStyle w:val="Textbezodsazen"/>
      </w:pPr>
      <w:r w:rsidRPr="00F762A8">
        <w:rPr>
          <w:highlight w:val="yellow"/>
        </w:rPr>
        <w:t xml:space="preserve"> </w:t>
      </w:r>
      <w:r w:rsidR="00F762A8" w:rsidRPr="00F762A8">
        <w:rPr>
          <w:highlight w:val="yellow"/>
        </w:rPr>
        <w:t>[VLOŽÍ ZHOTOVITEL]</w:t>
      </w:r>
    </w:p>
    <w:p w14:paraId="4B41341F" w14:textId="77777777" w:rsidR="00F762A8" w:rsidRDefault="00F762A8" w:rsidP="00F762A8">
      <w:pPr>
        <w:pStyle w:val="Textbezodsazen"/>
      </w:pPr>
    </w:p>
    <w:p w14:paraId="1F7953E5" w14:textId="77777777" w:rsidR="00F762A8" w:rsidRDefault="00F762A8" w:rsidP="00F762A8">
      <w:pPr>
        <w:pStyle w:val="Textbezodsazen"/>
      </w:pPr>
    </w:p>
    <w:p w14:paraId="0C942860" w14:textId="77777777" w:rsidR="003E3720" w:rsidRDefault="003E3720" w:rsidP="00F762A8">
      <w:pPr>
        <w:pStyle w:val="Textbezodsazen"/>
      </w:pPr>
    </w:p>
    <w:p w14:paraId="2ADD967C" w14:textId="77777777" w:rsidR="003E3720" w:rsidRDefault="003E3720" w:rsidP="00F762A8">
      <w:pPr>
        <w:pStyle w:val="Textbezodsazen"/>
      </w:pPr>
    </w:p>
    <w:p w14:paraId="11E2E1F3" w14:textId="77777777" w:rsidR="003E3720" w:rsidRDefault="003E3720" w:rsidP="00F762A8">
      <w:pPr>
        <w:pStyle w:val="Textbezodsazen"/>
      </w:pPr>
    </w:p>
    <w:p w14:paraId="4802E505" w14:textId="77777777" w:rsidR="003E3720" w:rsidRDefault="003E3720" w:rsidP="00F762A8">
      <w:pPr>
        <w:pStyle w:val="Textbezodsazen"/>
      </w:pPr>
    </w:p>
    <w:p w14:paraId="3218BE12" w14:textId="77777777" w:rsidR="00F762A8" w:rsidRDefault="00F762A8" w:rsidP="00F762A8">
      <w:pPr>
        <w:pStyle w:val="Textbezodsazen"/>
      </w:pPr>
    </w:p>
    <w:sectPr w:rsidR="00F762A8"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2A543" w14:textId="77777777" w:rsidR="00A51193" w:rsidRDefault="00A51193" w:rsidP="00962258">
      <w:pPr>
        <w:spacing w:after="0" w:line="240" w:lineRule="auto"/>
      </w:pPr>
      <w:r>
        <w:separator/>
      </w:r>
    </w:p>
  </w:endnote>
  <w:endnote w:type="continuationSeparator" w:id="0">
    <w:p w14:paraId="3F785CD1" w14:textId="77777777" w:rsidR="00A51193" w:rsidRDefault="00A511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24A50CE3" w14:textId="77777777" w:rsidTr="00D453DF">
      <w:tc>
        <w:tcPr>
          <w:tcW w:w="1021" w:type="dxa"/>
          <w:vAlign w:val="bottom"/>
        </w:tcPr>
        <w:p w14:paraId="4424FDBC" w14:textId="6386CE72" w:rsidR="009149BE" w:rsidRPr="00B8518B" w:rsidRDefault="009149BE"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5</w:t>
          </w:r>
          <w:r>
            <w:rPr>
              <w:rStyle w:val="slostrnky"/>
            </w:rPr>
            <w:fldChar w:fldCharType="end"/>
          </w:r>
        </w:p>
      </w:tc>
      <w:tc>
        <w:tcPr>
          <w:tcW w:w="0" w:type="auto"/>
          <w:vAlign w:val="bottom"/>
        </w:tcPr>
        <w:p w14:paraId="5A26FC2C" w14:textId="77777777" w:rsidR="009149BE" w:rsidRPr="003462EB" w:rsidRDefault="009149BE" w:rsidP="00747C0A">
          <w:pPr>
            <w:pStyle w:val="Zpatvlevo"/>
          </w:pPr>
          <w:r>
            <w:t xml:space="preserve">Smlouva o dílo na </w:t>
          </w:r>
          <w:r w:rsidRPr="000A7FDE">
            <w:t xml:space="preserve">Zhotovení stavby </w:t>
          </w:r>
        </w:p>
      </w:tc>
    </w:tr>
  </w:tbl>
  <w:p w14:paraId="6AEC1F54" w14:textId="77777777" w:rsidR="009149BE" w:rsidRPr="00747C0A" w:rsidRDefault="009149B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29D6C10C" w14:textId="77777777" w:rsidTr="00D453DF">
      <w:tc>
        <w:tcPr>
          <w:tcW w:w="0" w:type="auto"/>
          <w:tcMar>
            <w:left w:w="0" w:type="dxa"/>
            <w:right w:w="0" w:type="dxa"/>
          </w:tcMar>
          <w:vAlign w:val="bottom"/>
        </w:tcPr>
        <w:p w14:paraId="475D19EE" w14:textId="77777777" w:rsidR="009149BE" w:rsidRPr="007E0D11" w:rsidRDefault="009149BE" w:rsidP="00D453DF">
          <w:pPr>
            <w:pStyle w:val="Zpatvpravo"/>
            <w:rPr>
              <w:b/>
            </w:rPr>
          </w:pPr>
          <w:r w:rsidRPr="007E0D11">
            <w:rPr>
              <w:b/>
            </w:rPr>
            <w:t xml:space="preserve">Příloha č. </w:t>
          </w:r>
          <w:r>
            <w:rPr>
              <w:b/>
            </w:rPr>
            <w:t>4</w:t>
          </w:r>
        </w:p>
        <w:p w14:paraId="59B88D29" w14:textId="77777777" w:rsidR="009149BE" w:rsidRPr="003462EB" w:rsidRDefault="009149B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80C4599" w14:textId="5DB77209" w:rsidR="009149BE" w:rsidRPr="009E09BE" w:rsidRDefault="009149B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1</w:t>
          </w:r>
          <w:r>
            <w:rPr>
              <w:rStyle w:val="slostrnky"/>
            </w:rPr>
            <w:fldChar w:fldCharType="end"/>
          </w:r>
        </w:p>
      </w:tc>
    </w:tr>
  </w:tbl>
  <w:p w14:paraId="2EB8A142" w14:textId="77777777" w:rsidR="009149BE" w:rsidRPr="00B8518B" w:rsidRDefault="009149B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28643FA1" w14:textId="77777777" w:rsidTr="00D453DF">
      <w:tc>
        <w:tcPr>
          <w:tcW w:w="1021" w:type="dxa"/>
          <w:vAlign w:val="bottom"/>
        </w:tcPr>
        <w:p w14:paraId="28F81642" w14:textId="004772EA"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2</w:t>
          </w:r>
          <w:r>
            <w:rPr>
              <w:rStyle w:val="slostrnky"/>
            </w:rPr>
            <w:fldChar w:fldCharType="end"/>
          </w:r>
        </w:p>
      </w:tc>
      <w:tc>
        <w:tcPr>
          <w:tcW w:w="0" w:type="auto"/>
          <w:vAlign w:val="bottom"/>
        </w:tcPr>
        <w:p w14:paraId="507A9A79" w14:textId="77777777" w:rsidR="009149BE" w:rsidRPr="007E0D11" w:rsidRDefault="009149BE" w:rsidP="007E0D11">
          <w:pPr>
            <w:pStyle w:val="Zpatvlevo"/>
            <w:rPr>
              <w:b/>
            </w:rPr>
          </w:pPr>
          <w:r>
            <w:rPr>
              <w:b/>
            </w:rPr>
            <w:t>Příloha č. 5</w:t>
          </w:r>
        </w:p>
        <w:p w14:paraId="0A84EC27" w14:textId="77777777" w:rsidR="009149BE" w:rsidRPr="003462EB" w:rsidRDefault="009149BE" w:rsidP="007E0D11">
          <w:pPr>
            <w:pStyle w:val="Zpatvlevo"/>
          </w:pPr>
          <w:r>
            <w:t>Smlouva o dílo na Z</w:t>
          </w:r>
          <w:r w:rsidRPr="003462EB">
            <w:t xml:space="preserve">hotovení stavby </w:t>
          </w:r>
        </w:p>
      </w:tc>
    </w:tr>
  </w:tbl>
  <w:p w14:paraId="28E9C474" w14:textId="77777777" w:rsidR="009149BE" w:rsidRPr="00747C0A" w:rsidRDefault="009149B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5AE0C6E8" w14:textId="77777777" w:rsidTr="00D453DF">
      <w:tc>
        <w:tcPr>
          <w:tcW w:w="0" w:type="auto"/>
          <w:tcMar>
            <w:left w:w="0" w:type="dxa"/>
            <w:right w:w="0" w:type="dxa"/>
          </w:tcMar>
          <w:vAlign w:val="bottom"/>
        </w:tcPr>
        <w:p w14:paraId="60350420" w14:textId="77777777" w:rsidR="009149BE" w:rsidRPr="007E0D11" w:rsidRDefault="009149BE" w:rsidP="00D453DF">
          <w:pPr>
            <w:pStyle w:val="Zpatvpravo"/>
            <w:rPr>
              <w:b/>
            </w:rPr>
          </w:pPr>
          <w:r w:rsidRPr="007E0D11">
            <w:rPr>
              <w:b/>
            </w:rPr>
            <w:t xml:space="preserve">Příloha č. </w:t>
          </w:r>
          <w:r>
            <w:rPr>
              <w:b/>
            </w:rPr>
            <w:t>5</w:t>
          </w:r>
        </w:p>
        <w:p w14:paraId="6CEC2AEB" w14:textId="77777777" w:rsidR="009149BE" w:rsidRPr="003462EB" w:rsidRDefault="009149B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B377DC5" w14:textId="4C381A83" w:rsidR="009149BE" w:rsidRPr="009E09BE" w:rsidRDefault="009149B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2</w:t>
          </w:r>
          <w:r>
            <w:rPr>
              <w:rStyle w:val="slostrnky"/>
            </w:rPr>
            <w:fldChar w:fldCharType="end"/>
          </w:r>
        </w:p>
      </w:tc>
    </w:tr>
  </w:tbl>
  <w:p w14:paraId="7C3B9209" w14:textId="77777777" w:rsidR="009149BE" w:rsidRPr="00B8518B" w:rsidRDefault="009149B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63D29C85" w14:textId="77777777" w:rsidTr="00D453DF">
      <w:tc>
        <w:tcPr>
          <w:tcW w:w="1021" w:type="dxa"/>
          <w:vAlign w:val="bottom"/>
        </w:tcPr>
        <w:p w14:paraId="779B0D0B" w14:textId="77777777"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2506785" w14:textId="77777777" w:rsidR="009149BE" w:rsidRPr="007E0D11" w:rsidRDefault="009149BE" w:rsidP="007E0D11">
          <w:pPr>
            <w:pStyle w:val="Zpatvlevo"/>
            <w:rPr>
              <w:b/>
            </w:rPr>
          </w:pPr>
          <w:r>
            <w:rPr>
              <w:b/>
            </w:rPr>
            <w:t>Příloha č. 6</w:t>
          </w:r>
        </w:p>
        <w:p w14:paraId="31A00AFF" w14:textId="77777777" w:rsidR="009149BE" w:rsidRPr="003462EB" w:rsidRDefault="009149BE" w:rsidP="007E0D11">
          <w:pPr>
            <w:pStyle w:val="Zpatvlevo"/>
          </w:pPr>
          <w:r>
            <w:t>Smlouva o dílo na Z</w:t>
          </w:r>
          <w:r w:rsidRPr="003462EB">
            <w:t xml:space="preserve">hotovení stavby </w:t>
          </w:r>
        </w:p>
      </w:tc>
    </w:tr>
  </w:tbl>
  <w:p w14:paraId="21CB89E3" w14:textId="77777777" w:rsidR="009149BE" w:rsidRPr="00747C0A" w:rsidRDefault="009149B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2F1168A5" w14:textId="77777777" w:rsidTr="00D453DF">
      <w:tc>
        <w:tcPr>
          <w:tcW w:w="0" w:type="auto"/>
          <w:tcMar>
            <w:left w:w="0" w:type="dxa"/>
            <w:right w:w="0" w:type="dxa"/>
          </w:tcMar>
          <w:vAlign w:val="bottom"/>
        </w:tcPr>
        <w:p w14:paraId="70F03C92" w14:textId="77777777" w:rsidR="009149BE" w:rsidRPr="007E0D11" w:rsidRDefault="009149BE" w:rsidP="00D453DF">
          <w:pPr>
            <w:pStyle w:val="Zpatvpravo"/>
            <w:rPr>
              <w:b/>
            </w:rPr>
          </w:pPr>
          <w:r w:rsidRPr="007E0D11">
            <w:rPr>
              <w:b/>
            </w:rPr>
            <w:t xml:space="preserve">Příloha č. </w:t>
          </w:r>
          <w:r>
            <w:rPr>
              <w:b/>
            </w:rPr>
            <w:t>6</w:t>
          </w:r>
        </w:p>
        <w:p w14:paraId="4B509B2F" w14:textId="77777777" w:rsidR="009149BE" w:rsidRPr="003462EB" w:rsidRDefault="009149B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E5E3483" w14:textId="6427077C" w:rsidR="009149BE" w:rsidRPr="009E09BE" w:rsidRDefault="009149B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1</w:t>
          </w:r>
          <w:r>
            <w:rPr>
              <w:rStyle w:val="slostrnky"/>
            </w:rPr>
            <w:fldChar w:fldCharType="end"/>
          </w:r>
        </w:p>
      </w:tc>
    </w:tr>
  </w:tbl>
  <w:p w14:paraId="49E860E0" w14:textId="77777777" w:rsidR="009149BE" w:rsidRPr="00B8518B" w:rsidRDefault="009149B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0C23D5B1" w14:textId="77777777" w:rsidTr="00D453DF">
      <w:tc>
        <w:tcPr>
          <w:tcW w:w="1021" w:type="dxa"/>
          <w:vAlign w:val="bottom"/>
        </w:tcPr>
        <w:p w14:paraId="71CDD97B" w14:textId="77777777"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11D32F5" w14:textId="77777777" w:rsidR="009149BE" w:rsidRPr="007E0D11" w:rsidRDefault="009149BE" w:rsidP="007E0D11">
          <w:pPr>
            <w:pStyle w:val="Zpatvlevo"/>
            <w:rPr>
              <w:b/>
            </w:rPr>
          </w:pPr>
          <w:r>
            <w:rPr>
              <w:b/>
            </w:rPr>
            <w:t>Příloha č. 7</w:t>
          </w:r>
        </w:p>
        <w:p w14:paraId="58388A70" w14:textId="77777777" w:rsidR="009149BE" w:rsidRPr="003462EB" w:rsidRDefault="009149BE" w:rsidP="007E0D11">
          <w:pPr>
            <w:pStyle w:val="Zpatvlevo"/>
          </w:pPr>
          <w:r>
            <w:t>Smlouva o dílo na Z</w:t>
          </w:r>
          <w:r w:rsidRPr="003462EB">
            <w:t xml:space="preserve">hotovení stavby </w:t>
          </w:r>
        </w:p>
      </w:tc>
    </w:tr>
  </w:tbl>
  <w:p w14:paraId="55C98E90" w14:textId="77777777" w:rsidR="009149BE" w:rsidRPr="00747C0A" w:rsidRDefault="009149B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77CFC97B" w14:textId="77777777" w:rsidTr="00D453DF">
      <w:tc>
        <w:tcPr>
          <w:tcW w:w="0" w:type="auto"/>
          <w:tcMar>
            <w:left w:w="0" w:type="dxa"/>
            <w:right w:w="0" w:type="dxa"/>
          </w:tcMar>
          <w:vAlign w:val="bottom"/>
        </w:tcPr>
        <w:p w14:paraId="2F0791F1" w14:textId="77777777" w:rsidR="009149BE" w:rsidRPr="007E0D11" w:rsidRDefault="009149BE" w:rsidP="00D453DF">
          <w:pPr>
            <w:pStyle w:val="Zpatvpravo"/>
            <w:rPr>
              <w:b/>
            </w:rPr>
          </w:pPr>
          <w:r w:rsidRPr="007E0D11">
            <w:rPr>
              <w:b/>
            </w:rPr>
            <w:t xml:space="preserve">Příloha č. </w:t>
          </w:r>
          <w:r>
            <w:rPr>
              <w:b/>
            </w:rPr>
            <w:t>7</w:t>
          </w:r>
        </w:p>
        <w:p w14:paraId="5076A86F" w14:textId="77777777" w:rsidR="009149BE" w:rsidRPr="003462EB" w:rsidRDefault="009149B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3289B03" w14:textId="0BB1303A" w:rsidR="009149BE" w:rsidRPr="009E09BE" w:rsidRDefault="009149B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1</w:t>
          </w:r>
          <w:r>
            <w:rPr>
              <w:rStyle w:val="slostrnky"/>
            </w:rPr>
            <w:fldChar w:fldCharType="end"/>
          </w:r>
        </w:p>
      </w:tc>
    </w:tr>
  </w:tbl>
  <w:p w14:paraId="79717C93" w14:textId="77777777" w:rsidR="009149BE" w:rsidRPr="00B8518B" w:rsidRDefault="009149B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545D840F" w14:textId="77777777" w:rsidTr="00D453DF">
      <w:tc>
        <w:tcPr>
          <w:tcW w:w="1021" w:type="dxa"/>
          <w:vAlign w:val="bottom"/>
        </w:tcPr>
        <w:p w14:paraId="13E890EC" w14:textId="77777777"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0C6AF3" w14:textId="77777777" w:rsidR="009149BE" w:rsidRPr="007E0D11" w:rsidRDefault="009149BE"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36FD57A" w14:textId="77777777" w:rsidR="009149BE" w:rsidRPr="003462EB" w:rsidRDefault="009149BE" w:rsidP="007E0D11">
          <w:pPr>
            <w:pStyle w:val="Zpatvlevo"/>
          </w:pPr>
          <w:r>
            <w:t>Smlouva o dílo na Z</w:t>
          </w:r>
          <w:r w:rsidRPr="003462EB">
            <w:t xml:space="preserve">hotovení stavby </w:t>
          </w:r>
        </w:p>
      </w:tc>
    </w:tr>
  </w:tbl>
  <w:p w14:paraId="22A00C04" w14:textId="77777777" w:rsidR="009149BE" w:rsidRPr="00747C0A" w:rsidRDefault="009149B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78CC291A" w14:textId="77777777" w:rsidTr="00D453DF">
      <w:tc>
        <w:tcPr>
          <w:tcW w:w="0" w:type="auto"/>
          <w:tcMar>
            <w:left w:w="0" w:type="dxa"/>
            <w:right w:w="0" w:type="dxa"/>
          </w:tcMar>
          <w:vAlign w:val="bottom"/>
        </w:tcPr>
        <w:p w14:paraId="38D795D6" w14:textId="77777777" w:rsidR="009149BE" w:rsidRPr="007E0D11" w:rsidRDefault="009149BE"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419BFA99" w14:textId="77777777" w:rsidR="009149BE" w:rsidRPr="003462EB" w:rsidRDefault="009149B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7E9A0D7" w14:textId="2ECC32CA" w:rsidR="009149BE" w:rsidRPr="009E09BE" w:rsidRDefault="009149B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1</w:t>
          </w:r>
          <w:r>
            <w:rPr>
              <w:rStyle w:val="slostrnky"/>
            </w:rPr>
            <w:fldChar w:fldCharType="end"/>
          </w:r>
        </w:p>
      </w:tc>
    </w:tr>
  </w:tbl>
  <w:p w14:paraId="4B51B1D9" w14:textId="77777777" w:rsidR="009149BE" w:rsidRPr="00B8518B" w:rsidRDefault="009149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41C62131" w14:textId="77777777" w:rsidTr="00D453DF">
      <w:tc>
        <w:tcPr>
          <w:tcW w:w="0" w:type="auto"/>
          <w:tcMar>
            <w:left w:w="0" w:type="dxa"/>
            <w:right w:w="0" w:type="dxa"/>
          </w:tcMar>
          <w:vAlign w:val="bottom"/>
        </w:tcPr>
        <w:p w14:paraId="238701A1" w14:textId="77777777" w:rsidR="009149BE" w:rsidRPr="003462EB" w:rsidRDefault="009149BE"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D5645F3" w14:textId="066FAF50" w:rsidR="009149BE" w:rsidRPr="009E09BE" w:rsidRDefault="009149BE"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5</w:t>
          </w:r>
          <w:r>
            <w:rPr>
              <w:rStyle w:val="slostrnky"/>
            </w:rPr>
            <w:fldChar w:fldCharType="end"/>
          </w:r>
        </w:p>
      </w:tc>
    </w:tr>
  </w:tbl>
  <w:p w14:paraId="68F42B31" w14:textId="77777777" w:rsidR="009149BE" w:rsidRPr="00B8518B" w:rsidRDefault="009149B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74EA0301" w14:textId="77777777" w:rsidTr="00D453DF">
      <w:tc>
        <w:tcPr>
          <w:tcW w:w="1021" w:type="dxa"/>
          <w:vAlign w:val="bottom"/>
        </w:tcPr>
        <w:p w14:paraId="6788319F" w14:textId="77777777"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5</w:t>
          </w:r>
          <w:r>
            <w:rPr>
              <w:rStyle w:val="slostrnky"/>
            </w:rPr>
            <w:fldChar w:fldCharType="end"/>
          </w:r>
        </w:p>
      </w:tc>
      <w:tc>
        <w:tcPr>
          <w:tcW w:w="0" w:type="auto"/>
          <w:vAlign w:val="bottom"/>
        </w:tcPr>
        <w:p w14:paraId="6EE480AB" w14:textId="77777777" w:rsidR="009149BE" w:rsidRPr="007E0D11" w:rsidRDefault="009149BE" w:rsidP="007E0D11">
          <w:pPr>
            <w:pStyle w:val="Zpatvlevo"/>
            <w:rPr>
              <w:b/>
            </w:rPr>
          </w:pPr>
          <w:r w:rsidRPr="007E0D11">
            <w:rPr>
              <w:b/>
            </w:rPr>
            <w:t>Příloha č. 1</w:t>
          </w:r>
        </w:p>
        <w:p w14:paraId="4F290D24" w14:textId="77777777" w:rsidR="009149BE" w:rsidRPr="003462EB" w:rsidRDefault="009149BE" w:rsidP="007E0D11">
          <w:pPr>
            <w:pStyle w:val="Zpatvlevo"/>
          </w:pPr>
          <w:r>
            <w:t>Smlouva o dílo na Z</w:t>
          </w:r>
          <w:r w:rsidRPr="003462EB">
            <w:t xml:space="preserve">hotovení stavby </w:t>
          </w:r>
        </w:p>
      </w:tc>
    </w:tr>
  </w:tbl>
  <w:p w14:paraId="508230E7" w14:textId="77777777" w:rsidR="009149BE" w:rsidRPr="00747C0A" w:rsidRDefault="009149B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7672F3CA" w14:textId="77777777" w:rsidTr="00D453DF">
      <w:tc>
        <w:tcPr>
          <w:tcW w:w="0" w:type="auto"/>
          <w:tcMar>
            <w:left w:w="0" w:type="dxa"/>
            <w:right w:w="0" w:type="dxa"/>
          </w:tcMar>
          <w:vAlign w:val="bottom"/>
        </w:tcPr>
        <w:p w14:paraId="2B43C8F1" w14:textId="77777777" w:rsidR="009149BE" w:rsidRPr="007E0D11" w:rsidRDefault="009149BE" w:rsidP="00D453DF">
          <w:pPr>
            <w:pStyle w:val="Zpatvpravo"/>
            <w:rPr>
              <w:b/>
            </w:rPr>
          </w:pPr>
          <w:r w:rsidRPr="007E0D11">
            <w:rPr>
              <w:b/>
            </w:rPr>
            <w:t>Příloha č. 1</w:t>
          </w:r>
        </w:p>
        <w:p w14:paraId="628098F2" w14:textId="77777777" w:rsidR="009149BE" w:rsidRPr="003462EB" w:rsidRDefault="009149BE"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7A785C1E" w14:textId="69FFD4C3" w:rsidR="009149BE" w:rsidRPr="009E09BE" w:rsidRDefault="009149BE"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1</w:t>
          </w:r>
          <w:r>
            <w:rPr>
              <w:rStyle w:val="slostrnky"/>
            </w:rPr>
            <w:fldChar w:fldCharType="end"/>
          </w:r>
        </w:p>
      </w:tc>
    </w:tr>
  </w:tbl>
  <w:p w14:paraId="32FF8731" w14:textId="77777777" w:rsidR="009149BE" w:rsidRPr="00B8518B" w:rsidRDefault="009149B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14F51D68" w14:textId="77777777" w:rsidTr="00D453DF">
      <w:tc>
        <w:tcPr>
          <w:tcW w:w="1021" w:type="dxa"/>
          <w:vAlign w:val="bottom"/>
        </w:tcPr>
        <w:p w14:paraId="28562CCC" w14:textId="70DAE599"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3</w:t>
          </w:r>
          <w:r>
            <w:rPr>
              <w:rStyle w:val="slostrnky"/>
            </w:rPr>
            <w:fldChar w:fldCharType="end"/>
          </w:r>
        </w:p>
      </w:tc>
      <w:tc>
        <w:tcPr>
          <w:tcW w:w="0" w:type="auto"/>
          <w:vAlign w:val="bottom"/>
        </w:tcPr>
        <w:p w14:paraId="0D0149FB" w14:textId="77777777" w:rsidR="009149BE" w:rsidRPr="007E0D11" w:rsidRDefault="009149BE" w:rsidP="007E0D11">
          <w:pPr>
            <w:pStyle w:val="Zpatvlevo"/>
            <w:rPr>
              <w:b/>
            </w:rPr>
          </w:pPr>
          <w:r>
            <w:rPr>
              <w:b/>
            </w:rPr>
            <w:t>Příloha č. 2</w:t>
          </w:r>
        </w:p>
        <w:p w14:paraId="057FDAAF" w14:textId="77777777" w:rsidR="009149BE" w:rsidRPr="003462EB" w:rsidRDefault="009149BE" w:rsidP="007E0D11">
          <w:pPr>
            <w:pStyle w:val="Zpatvlevo"/>
          </w:pPr>
          <w:r>
            <w:t>Smlouva o dílo na Z</w:t>
          </w:r>
          <w:r w:rsidRPr="003462EB">
            <w:t xml:space="preserve">hotovení stavby </w:t>
          </w:r>
        </w:p>
      </w:tc>
    </w:tr>
  </w:tbl>
  <w:p w14:paraId="1A75CA3E" w14:textId="77777777" w:rsidR="009149BE" w:rsidRPr="00747C0A" w:rsidRDefault="009149B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4AF61D1E" w14:textId="77777777" w:rsidTr="00D453DF">
      <w:tc>
        <w:tcPr>
          <w:tcW w:w="0" w:type="auto"/>
          <w:tcMar>
            <w:left w:w="0" w:type="dxa"/>
            <w:right w:w="0" w:type="dxa"/>
          </w:tcMar>
          <w:vAlign w:val="bottom"/>
        </w:tcPr>
        <w:p w14:paraId="2A611A65" w14:textId="77777777" w:rsidR="009149BE" w:rsidRPr="007E0D11" w:rsidRDefault="009149BE" w:rsidP="00D453DF">
          <w:pPr>
            <w:pStyle w:val="Zpatvpravo"/>
            <w:rPr>
              <w:b/>
            </w:rPr>
          </w:pPr>
          <w:r w:rsidRPr="007E0D11">
            <w:rPr>
              <w:b/>
            </w:rPr>
            <w:t xml:space="preserve">Příloha č. </w:t>
          </w:r>
          <w:r>
            <w:rPr>
              <w:b/>
            </w:rPr>
            <w:t>2</w:t>
          </w:r>
        </w:p>
        <w:p w14:paraId="6A3E6131" w14:textId="77777777" w:rsidR="009149BE" w:rsidRPr="003462EB" w:rsidRDefault="009149B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6238018" w14:textId="437D903C" w:rsidR="009149BE" w:rsidRPr="009E09BE" w:rsidRDefault="009149B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3</w:t>
          </w:r>
          <w:r>
            <w:rPr>
              <w:rStyle w:val="slostrnky"/>
            </w:rPr>
            <w:fldChar w:fldCharType="end"/>
          </w:r>
        </w:p>
      </w:tc>
    </w:tr>
  </w:tbl>
  <w:p w14:paraId="5EC7E03D" w14:textId="77777777" w:rsidR="009149BE" w:rsidRPr="00B8518B" w:rsidRDefault="009149B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16FD4EAA" w14:textId="77777777" w:rsidTr="00D453DF">
      <w:tc>
        <w:tcPr>
          <w:tcW w:w="1021" w:type="dxa"/>
          <w:vAlign w:val="bottom"/>
        </w:tcPr>
        <w:p w14:paraId="36E5D19F" w14:textId="77777777"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9A782DA" w14:textId="77777777" w:rsidR="009149BE" w:rsidRPr="007E0D11" w:rsidRDefault="009149BE" w:rsidP="007E0D11">
          <w:pPr>
            <w:pStyle w:val="Zpatvlevo"/>
            <w:rPr>
              <w:b/>
            </w:rPr>
          </w:pPr>
          <w:r>
            <w:rPr>
              <w:b/>
            </w:rPr>
            <w:t>Příloha č. 3</w:t>
          </w:r>
        </w:p>
        <w:p w14:paraId="1A53AC15" w14:textId="77777777" w:rsidR="009149BE" w:rsidRPr="003462EB" w:rsidRDefault="009149BE" w:rsidP="007E0D11">
          <w:pPr>
            <w:pStyle w:val="Zpatvlevo"/>
          </w:pPr>
          <w:r>
            <w:t>Smlouva o dílo na Z</w:t>
          </w:r>
          <w:r w:rsidRPr="003462EB">
            <w:t xml:space="preserve">hotovení stavby </w:t>
          </w:r>
        </w:p>
      </w:tc>
    </w:tr>
  </w:tbl>
  <w:p w14:paraId="0EBF899B" w14:textId="77777777" w:rsidR="009149BE" w:rsidRPr="00747C0A" w:rsidRDefault="009149B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49BE" w:rsidRPr="009E09BE" w14:paraId="21C4C611" w14:textId="77777777" w:rsidTr="00D453DF">
      <w:tc>
        <w:tcPr>
          <w:tcW w:w="0" w:type="auto"/>
          <w:tcMar>
            <w:left w:w="0" w:type="dxa"/>
            <w:right w:w="0" w:type="dxa"/>
          </w:tcMar>
          <w:vAlign w:val="bottom"/>
        </w:tcPr>
        <w:p w14:paraId="013B0BB2" w14:textId="77777777" w:rsidR="009149BE" w:rsidRPr="007E0D11" w:rsidRDefault="009149BE" w:rsidP="00D453DF">
          <w:pPr>
            <w:pStyle w:val="Zpatvpravo"/>
            <w:rPr>
              <w:b/>
            </w:rPr>
          </w:pPr>
          <w:r w:rsidRPr="007E0D11">
            <w:rPr>
              <w:b/>
            </w:rPr>
            <w:t xml:space="preserve">Příloha č. </w:t>
          </w:r>
          <w:r>
            <w:rPr>
              <w:b/>
            </w:rPr>
            <w:t>3</w:t>
          </w:r>
        </w:p>
        <w:p w14:paraId="513C4D02" w14:textId="77777777" w:rsidR="009149BE" w:rsidRPr="003462EB" w:rsidRDefault="009149B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163190D" w14:textId="448116BC" w:rsidR="009149BE" w:rsidRPr="009E09BE" w:rsidRDefault="009149B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20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20A">
            <w:rPr>
              <w:rStyle w:val="slostrnky"/>
              <w:noProof/>
            </w:rPr>
            <w:t>1</w:t>
          </w:r>
          <w:r>
            <w:rPr>
              <w:rStyle w:val="slostrnky"/>
            </w:rPr>
            <w:fldChar w:fldCharType="end"/>
          </w:r>
        </w:p>
      </w:tc>
    </w:tr>
  </w:tbl>
  <w:p w14:paraId="14EF3273" w14:textId="77777777" w:rsidR="009149BE" w:rsidRPr="00B8518B" w:rsidRDefault="009149B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49BE" w:rsidRPr="003462EB" w14:paraId="3710B042" w14:textId="77777777" w:rsidTr="00D453DF">
      <w:tc>
        <w:tcPr>
          <w:tcW w:w="1021" w:type="dxa"/>
          <w:vAlign w:val="bottom"/>
        </w:tcPr>
        <w:p w14:paraId="4B8C9CA7" w14:textId="77777777" w:rsidR="009149BE" w:rsidRPr="00B8518B" w:rsidRDefault="009149B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C62969F" w14:textId="77777777" w:rsidR="009149BE" w:rsidRPr="007E0D11" w:rsidRDefault="009149BE" w:rsidP="007E0D11">
          <w:pPr>
            <w:pStyle w:val="Zpatvlevo"/>
            <w:rPr>
              <w:b/>
            </w:rPr>
          </w:pPr>
          <w:r>
            <w:rPr>
              <w:b/>
            </w:rPr>
            <w:t>Příloha č. 4</w:t>
          </w:r>
        </w:p>
        <w:p w14:paraId="1D393771" w14:textId="77777777" w:rsidR="009149BE" w:rsidRPr="003462EB" w:rsidRDefault="009149BE" w:rsidP="007E0D11">
          <w:pPr>
            <w:pStyle w:val="Zpatvlevo"/>
          </w:pPr>
          <w:r>
            <w:t>Smlouva o dílo na Z</w:t>
          </w:r>
          <w:r w:rsidRPr="003462EB">
            <w:t xml:space="preserve">hotovení stavby </w:t>
          </w:r>
        </w:p>
      </w:tc>
    </w:tr>
  </w:tbl>
  <w:p w14:paraId="1646B563" w14:textId="77777777" w:rsidR="009149BE" w:rsidRPr="00747C0A" w:rsidRDefault="009149B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F8734" w14:textId="77777777" w:rsidR="00A51193" w:rsidRDefault="00A51193" w:rsidP="00962258">
      <w:pPr>
        <w:spacing w:after="0" w:line="240" w:lineRule="auto"/>
      </w:pPr>
      <w:r>
        <w:separator/>
      </w:r>
    </w:p>
  </w:footnote>
  <w:footnote w:type="continuationSeparator" w:id="0">
    <w:p w14:paraId="0F143BFC" w14:textId="77777777" w:rsidR="00A51193" w:rsidRDefault="00A511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49BE" w14:paraId="5564FD5E" w14:textId="77777777" w:rsidTr="00C02D0A">
      <w:trPr>
        <w:trHeight w:hRule="exact" w:val="454"/>
      </w:trPr>
      <w:tc>
        <w:tcPr>
          <w:tcW w:w="1361" w:type="dxa"/>
          <w:tcMar>
            <w:top w:w="57" w:type="dxa"/>
            <w:left w:w="0" w:type="dxa"/>
            <w:right w:w="0" w:type="dxa"/>
          </w:tcMar>
        </w:tcPr>
        <w:p w14:paraId="299A4A17" w14:textId="77777777" w:rsidR="009149BE" w:rsidRPr="00B8518B" w:rsidRDefault="009149BE" w:rsidP="00523EA7">
          <w:pPr>
            <w:pStyle w:val="Zpat"/>
            <w:rPr>
              <w:rStyle w:val="slostrnky"/>
            </w:rPr>
          </w:pPr>
        </w:p>
      </w:tc>
      <w:tc>
        <w:tcPr>
          <w:tcW w:w="3458" w:type="dxa"/>
          <w:shd w:val="clear" w:color="auto" w:fill="auto"/>
          <w:tcMar>
            <w:top w:w="57" w:type="dxa"/>
            <w:left w:w="0" w:type="dxa"/>
            <w:right w:w="0" w:type="dxa"/>
          </w:tcMar>
        </w:tcPr>
        <w:p w14:paraId="1F19176B" w14:textId="77777777" w:rsidR="009149BE" w:rsidRDefault="009149BE" w:rsidP="00523EA7">
          <w:pPr>
            <w:pStyle w:val="Zpat"/>
          </w:pPr>
        </w:p>
      </w:tc>
      <w:tc>
        <w:tcPr>
          <w:tcW w:w="5698" w:type="dxa"/>
          <w:shd w:val="clear" w:color="auto" w:fill="auto"/>
          <w:tcMar>
            <w:top w:w="57" w:type="dxa"/>
            <w:left w:w="0" w:type="dxa"/>
            <w:right w:w="0" w:type="dxa"/>
          </w:tcMar>
        </w:tcPr>
        <w:p w14:paraId="20A42D27" w14:textId="77777777" w:rsidR="009149BE" w:rsidRPr="00D6163D" w:rsidRDefault="009149BE" w:rsidP="00D6163D">
          <w:pPr>
            <w:pStyle w:val="Druhdokumentu"/>
          </w:pPr>
        </w:p>
      </w:tc>
    </w:tr>
  </w:tbl>
  <w:p w14:paraId="1E58F4F0" w14:textId="77777777" w:rsidR="009149BE" w:rsidRPr="00D6163D" w:rsidRDefault="009149B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0C9F1" w14:textId="77777777" w:rsidR="009149BE" w:rsidRPr="00D6163D" w:rsidRDefault="009149B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EFC5E" w14:textId="77777777" w:rsidR="009149BE" w:rsidRPr="00D6163D" w:rsidRDefault="009149B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49BE" w14:paraId="1D09F708" w14:textId="77777777" w:rsidTr="00B22106">
      <w:trPr>
        <w:trHeight w:hRule="exact" w:val="936"/>
      </w:trPr>
      <w:tc>
        <w:tcPr>
          <w:tcW w:w="1361" w:type="dxa"/>
          <w:tcMar>
            <w:left w:w="0" w:type="dxa"/>
            <w:right w:w="0" w:type="dxa"/>
          </w:tcMar>
        </w:tcPr>
        <w:p w14:paraId="33B138AC" w14:textId="77777777" w:rsidR="009149BE" w:rsidRPr="00B8518B" w:rsidRDefault="009149BE" w:rsidP="00FC6389">
          <w:pPr>
            <w:pStyle w:val="Zpat"/>
            <w:rPr>
              <w:rStyle w:val="slostrnky"/>
            </w:rPr>
          </w:pPr>
        </w:p>
      </w:tc>
      <w:tc>
        <w:tcPr>
          <w:tcW w:w="3458" w:type="dxa"/>
          <w:shd w:val="clear" w:color="auto" w:fill="auto"/>
          <w:tcMar>
            <w:left w:w="0" w:type="dxa"/>
            <w:right w:w="0" w:type="dxa"/>
          </w:tcMar>
        </w:tcPr>
        <w:p w14:paraId="30D7DB8D" w14:textId="77777777" w:rsidR="009149BE" w:rsidRDefault="009149BE" w:rsidP="00FC6389">
          <w:pPr>
            <w:pStyle w:val="Zpat"/>
          </w:pPr>
          <w:r>
            <w:rPr>
              <w:noProof/>
              <w:lang w:eastAsia="cs-CZ"/>
            </w:rPr>
            <w:drawing>
              <wp:anchor distT="0" distB="0" distL="114300" distR="114300" simplePos="0" relativeHeight="251672576" behindDoc="0" locked="1" layoutInCell="1" allowOverlap="1" wp14:anchorId="403E2DBA" wp14:editId="2C6D131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40E8B7C" w14:textId="77777777" w:rsidR="009149BE" w:rsidRPr="00D6163D" w:rsidRDefault="009149BE" w:rsidP="00FC6389">
          <w:pPr>
            <w:pStyle w:val="Druhdokumentu"/>
          </w:pPr>
        </w:p>
      </w:tc>
    </w:tr>
    <w:tr w:rsidR="009149BE" w14:paraId="72AC7D30" w14:textId="77777777" w:rsidTr="00B22106">
      <w:trPr>
        <w:trHeight w:hRule="exact" w:val="936"/>
      </w:trPr>
      <w:tc>
        <w:tcPr>
          <w:tcW w:w="1361" w:type="dxa"/>
          <w:tcMar>
            <w:left w:w="0" w:type="dxa"/>
            <w:right w:w="0" w:type="dxa"/>
          </w:tcMar>
        </w:tcPr>
        <w:p w14:paraId="22569F5C" w14:textId="77777777" w:rsidR="009149BE" w:rsidRPr="00B8518B" w:rsidRDefault="009149BE" w:rsidP="00FC6389">
          <w:pPr>
            <w:pStyle w:val="Zpat"/>
            <w:rPr>
              <w:rStyle w:val="slostrnky"/>
            </w:rPr>
          </w:pPr>
        </w:p>
      </w:tc>
      <w:tc>
        <w:tcPr>
          <w:tcW w:w="3458" w:type="dxa"/>
          <w:shd w:val="clear" w:color="auto" w:fill="auto"/>
          <w:tcMar>
            <w:left w:w="0" w:type="dxa"/>
            <w:right w:w="0" w:type="dxa"/>
          </w:tcMar>
        </w:tcPr>
        <w:p w14:paraId="702C61C3" w14:textId="77777777" w:rsidR="009149BE" w:rsidRDefault="009149BE" w:rsidP="00FC6389">
          <w:pPr>
            <w:pStyle w:val="Zpat"/>
          </w:pPr>
        </w:p>
      </w:tc>
      <w:tc>
        <w:tcPr>
          <w:tcW w:w="5756" w:type="dxa"/>
          <w:shd w:val="clear" w:color="auto" w:fill="auto"/>
          <w:tcMar>
            <w:left w:w="0" w:type="dxa"/>
            <w:right w:w="0" w:type="dxa"/>
          </w:tcMar>
        </w:tcPr>
        <w:p w14:paraId="71AF71C5" w14:textId="77777777" w:rsidR="009149BE" w:rsidRPr="00D6163D" w:rsidRDefault="009149BE" w:rsidP="00FC6389">
          <w:pPr>
            <w:pStyle w:val="Druhdokumentu"/>
          </w:pPr>
        </w:p>
      </w:tc>
    </w:tr>
  </w:tbl>
  <w:p w14:paraId="5E4B868F" w14:textId="77777777" w:rsidR="009149BE" w:rsidRPr="00D6163D" w:rsidRDefault="009149BE" w:rsidP="00FC6389">
    <w:pPr>
      <w:pStyle w:val="Zhlav"/>
      <w:rPr>
        <w:sz w:val="8"/>
        <w:szCs w:val="8"/>
      </w:rPr>
    </w:pPr>
  </w:p>
  <w:p w14:paraId="1275F9FD" w14:textId="77777777" w:rsidR="009149BE" w:rsidRPr="00460660" w:rsidRDefault="009149B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55B47" w14:textId="77777777" w:rsidR="009149BE" w:rsidRPr="00D6163D" w:rsidRDefault="009149B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3C464" w14:textId="77777777" w:rsidR="009149BE" w:rsidRPr="00D6163D" w:rsidRDefault="009149B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00D74" w14:textId="77777777" w:rsidR="009149BE" w:rsidRPr="00D6163D" w:rsidRDefault="009149B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28FF" w14:textId="77777777" w:rsidR="009149BE" w:rsidRPr="00D6163D" w:rsidRDefault="009149B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61672" w14:textId="77777777" w:rsidR="009149BE" w:rsidRPr="00D6163D" w:rsidRDefault="009149B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421A8" w14:textId="77777777" w:rsidR="009149BE" w:rsidRDefault="009149B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36579" w14:textId="77777777" w:rsidR="009149BE" w:rsidRDefault="009149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 w:numId="49">
    <w:abstractNumId w:val="9"/>
    <w:lvlOverride w:ilvl="0">
      <w:startOverride w:val="15"/>
    </w:lvlOverride>
    <w:lvlOverride w:ilvl="1">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4E5B"/>
    <w:rsid w:val="0006588D"/>
    <w:rsid w:val="00067A5E"/>
    <w:rsid w:val="00070482"/>
    <w:rsid w:val="000719BB"/>
    <w:rsid w:val="00072A65"/>
    <w:rsid w:val="00072C1E"/>
    <w:rsid w:val="000871D6"/>
    <w:rsid w:val="000B4EB8"/>
    <w:rsid w:val="000B7E02"/>
    <w:rsid w:val="000C2C4F"/>
    <w:rsid w:val="000C41F2"/>
    <w:rsid w:val="000C707C"/>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66CB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A3B57"/>
    <w:rsid w:val="002B0039"/>
    <w:rsid w:val="002B5F7D"/>
    <w:rsid w:val="002B7AC7"/>
    <w:rsid w:val="002C31BF"/>
    <w:rsid w:val="002D7FD6"/>
    <w:rsid w:val="002E0CD7"/>
    <w:rsid w:val="002E0CFB"/>
    <w:rsid w:val="002E4514"/>
    <w:rsid w:val="002E5C7B"/>
    <w:rsid w:val="002F0F55"/>
    <w:rsid w:val="002F4333"/>
    <w:rsid w:val="00314507"/>
    <w:rsid w:val="003271F5"/>
    <w:rsid w:val="00327EEF"/>
    <w:rsid w:val="0033239F"/>
    <w:rsid w:val="00335C22"/>
    <w:rsid w:val="0034230B"/>
    <w:rsid w:val="0034274B"/>
    <w:rsid w:val="0034719F"/>
    <w:rsid w:val="00350A35"/>
    <w:rsid w:val="0035389F"/>
    <w:rsid w:val="003571D8"/>
    <w:rsid w:val="00357BC6"/>
    <w:rsid w:val="00361422"/>
    <w:rsid w:val="00367ABD"/>
    <w:rsid w:val="0037277C"/>
    <w:rsid w:val="0037545D"/>
    <w:rsid w:val="0038199C"/>
    <w:rsid w:val="00392910"/>
    <w:rsid w:val="00392EB6"/>
    <w:rsid w:val="003956C6"/>
    <w:rsid w:val="003B11D6"/>
    <w:rsid w:val="003B23D6"/>
    <w:rsid w:val="003C33F2"/>
    <w:rsid w:val="003D0437"/>
    <w:rsid w:val="003D756E"/>
    <w:rsid w:val="003E3720"/>
    <w:rsid w:val="003E420D"/>
    <w:rsid w:val="003E4C13"/>
    <w:rsid w:val="004078F3"/>
    <w:rsid w:val="00427794"/>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C06D9"/>
    <w:rsid w:val="005D3C39"/>
    <w:rsid w:val="005D6496"/>
    <w:rsid w:val="005D6794"/>
    <w:rsid w:val="005E7125"/>
    <w:rsid w:val="005E7F36"/>
    <w:rsid w:val="00600ECE"/>
    <w:rsid w:val="00601A8C"/>
    <w:rsid w:val="0061068E"/>
    <w:rsid w:val="006115D3"/>
    <w:rsid w:val="00611800"/>
    <w:rsid w:val="0061703F"/>
    <w:rsid w:val="0065610E"/>
    <w:rsid w:val="00660AD3"/>
    <w:rsid w:val="00661A98"/>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20E1"/>
    <w:rsid w:val="00826B7B"/>
    <w:rsid w:val="0083320B"/>
    <w:rsid w:val="00845655"/>
    <w:rsid w:val="0084617E"/>
    <w:rsid w:val="00846789"/>
    <w:rsid w:val="00866994"/>
    <w:rsid w:val="00895BC5"/>
    <w:rsid w:val="008A3568"/>
    <w:rsid w:val="008C50F3"/>
    <w:rsid w:val="008C7EFE"/>
    <w:rsid w:val="008D03B9"/>
    <w:rsid w:val="008D30C7"/>
    <w:rsid w:val="008F18D6"/>
    <w:rsid w:val="008F2C9B"/>
    <w:rsid w:val="008F6118"/>
    <w:rsid w:val="008F797B"/>
    <w:rsid w:val="00904780"/>
    <w:rsid w:val="0090635B"/>
    <w:rsid w:val="009149BE"/>
    <w:rsid w:val="00922385"/>
    <w:rsid w:val="009223DF"/>
    <w:rsid w:val="009310F3"/>
    <w:rsid w:val="00936091"/>
    <w:rsid w:val="00940D8A"/>
    <w:rsid w:val="00962258"/>
    <w:rsid w:val="009678B7"/>
    <w:rsid w:val="00992D9C"/>
    <w:rsid w:val="00996CB8"/>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638B"/>
    <w:rsid w:val="00A0740E"/>
    <w:rsid w:val="00A21A01"/>
    <w:rsid w:val="00A23BFE"/>
    <w:rsid w:val="00A246E5"/>
    <w:rsid w:val="00A50641"/>
    <w:rsid w:val="00A51193"/>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E32"/>
    <w:rsid w:val="00BD7E91"/>
    <w:rsid w:val="00BD7F0D"/>
    <w:rsid w:val="00BE3326"/>
    <w:rsid w:val="00C02D0A"/>
    <w:rsid w:val="00C03A6E"/>
    <w:rsid w:val="00C20F42"/>
    <w:rsid w:val="00C226C0"/>
    <w:rsid w:val="00C40B02"/>
    <w:rsid w:val="00C42FE6"/>
    <w:rsid w:val="00C44F6A"/>
    <w:rsid w:val="00C50C28"/>
    <w:rsid w:val="00C52164"/>
    <w:rsid w:val="00C6198E"/>
    <w:rsid w:val="00C708EA"/>
    <w:rsid w:val="00C74A2E"/>
    <w:rsid w:val="00C778A5"/>
    <w:rsid w:val="00C81A7C"/>
    <w:rsid w:val="00C95162"/>
    <w:rsid w:val="00C97991"/>
    <w:rsid w:val="00CA2140"/>
    <w:rsid w:val="00CA50C9"/>
    <w:rsid w:val="00CA73D8"/>
    <w:rsid w:val="00CB4F6D"/>
    <w:rsid w:val="00CB6A37"/>
    <w:rsid w:val="00CB7684"/>
    <w:rsid w:val="00CC16FE"/>
    <w:rsid w:val="00CC4EA8"/>
    <w:rsid w:val="00CC6517"/>
    <w:rsid w:val="00CC7C8F"/>
    <w:rsid w:val="00CD1FC4"/>
    <w:rsid w:val="00CD2B1F"/>
    <w:rsid w:val="00CE31C4"/>
    <w:rsid w:val="00D0200C"/>
    <w:rsid w:val="00D034A0"/>
    <w:rsid w:val="00D21061"/>
    <w:rsid w:val="00D31A5E"/>
    <w:rsid w:val="00D34A33"/>
    <w:rsid w:val="00D4108E"/>
    <w:rsid w:val="00D4328E"/>
    <w:rsid w:val="00D43863"/>
    <w:rsid w:val="00D453DF"/>
    <w:rsid w:val="00D519A6"/>
    <w:rsid w:val="00D534E9"/>
    <w:rsid w:val="00D6163D"/>
    <w:rsid w:val="00D65A55"/>
    <w:rsid w:val="00D831A3"/>
    <w:rsid w:val="00D8414D"/>
    <w:rsid w:val="00D97BE3"/>
    <w:rsid w:val="00DA3711"/>
    <w:rsid w:val="00DA3A85"/>
    <w:rsid w:val="00DA734B"/>
    <w:rsid w:val="00DB530D"/>
    <w:rsid w:val="00DD46F3"/>
    <w:rsid w:val="00DE56F2"/>
    <w:rsid w:val="00DF116D"/>
    <w:rsid w:val="00DF4286"/>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A520A"/>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E03F54"/>
  <w14:defaultImageDpi w14:val="32767"/>
  <w15:docId w15:val="{127074B5-E305-46F0-8E1E-AA447A98D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www.w3.org/XML/1998/namespace"/>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8290CD5-D736-4104-982D-70ACD64A0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23</Pages>
  <Words>2841</Words>
  <Characters>16762</Characters>
  <Application>Microsoft Office Word</Application>
  <DocSecurity>0</DocSecurity>
  <Lines>139</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2020-02-19T09:18:00Z</cp:lastPrinted>
  <dcterms:created xsi:type="dcterms:W3CDTF">2020-10-14T07:46:00Z</dcterms:created>
  <dcterms:modified xsi:type="dcterms:W3CDTF">2020-10-14T07:46:00Z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